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29B557FB" w:rsidRDefault="00997F14" w14:paraId="588A4932" w14:textId="612294EF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9B557FB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9B557FB" w:rsidR="00D8678B">
        <w:rPr>
          <w:rFonts w:ascii="Corbel" w:hAnsi="Corbel"/>
          <w:i w:val="1"/>
          <w:iCs w:val="1"/>
        </w:rPr>
        <w:t xml:space="preserve">Załącznik nr </w:t>
      </w:r>
      <w:r w:rsidRPr="29B557FB" w:rsidR="006F31E2">
        <w:rPr>
          <w:rFonts w:ascii="Corbel" w:hAnsi="Corbel"/>
          <w:i w:val="1"/>
          <w:iCs w:val="1"/>
        </w:rPr>
        <w:t>1.5</w:t>
      </w:r>
      <w:r w:rsidRPr="29B557FB" w:rsidR="00D8678B">
        <w:rPr>
          <w:rFonts w:ascii="Corbel" w:hAnsi="Corbel"/>
          <w:i w:val="1"/>
          <w:iCs w:val="1"/>
        </w:rPr>
        <w:t xml:space="preserve"> do Zarządzenia</w:t>
      </w:r>
      <w:r w:rsidRPr="29B557FB" w:rsidR="002A22BF">
        <w:rPr>
          <w:rFonts w:ascii="Corbel" w:hAnsi="Corbel"/>
          <w:i w:val="1"/>
          <w:iCs w:val="1"/>
        </w:rPr>
        <w:t xml:space="preserve"> Rektora </w:t>
      </w:r>
      <w:r w:rsidRPr="29B557FB" w:rsidR="002A22BF">
        <w:rPr>
          <w:rFonts w:ascii="Corbel" w:hAnsi="Corbel"/>
          <w:i w:val="1"/>
          <w:iCs w:val="1"/>
        </w:rPr>
        <w:t>UR</w:t>
      </w:r>
      <w:r w:rsidRPr="29B557FB" w:rsidR="00CD6897">
        <w:rPr>
          <w:rFonts w:ascii="Corbel" w:hAnsi="Corbel"/>
          <w:i w:val="1"/>
          <w:iCs w:val="1"/>
        </w:rPr>
        <w:t xml:space="preserve"> nr</w:t>
      </w:r>
      <w:r w:rsidRPr="29B557FB" w:rsidR="00CD6897">
        <w:rPr>
          <w:rFonts w:ascii="Corbel" w:hAnsi="Corbel"/>
          <w:i w:val="1"/>
          <w:iCs w:val="1"/>
        </w:rPr>
        <w:t xml:space="preserve"> </w:t>
      </w:r>
      <w:r w:rsidRPr="29B557FB" w:rsidR="00F17567">
        <w:rPr>
          <w:rFonts w:ascii="Corbel" w:hAnsi="Corbel"/>
          <w:i w:val="1"/>
          <w:iCs w:val="1"/>
        </w:rPr>
        <w:t>12/2019</w:t>
      </w:r>
    </w:p>
    <w:p w:rsidRPr="009C54AE" w:rsidR="0085747A" w:rsidP="009C54AE" w:rsidRDefault="0085747A" w14:paraId="4C26DB4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8539EE" w:rsidR="00216C08" w:rsidP="00216C08" w:rsidRDefault="0071620A" w14:paraId="2CB33C2A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216C08">
        <w:rPr>
          <w:rFonts w:ascii="Corbel" w:hAnsi="Corbel"/>
          <w:b/>
          <w:smallCaps/>
          <w:sz w:val="24"/>
          <w:szCs w:val="24"/>
        </w:rPr>
        <w:t>2022/2023 – 2023/2024</w:t>
      </w:r>
    </w:p>
    <w:p w:rsidR="00216C08" w:rsidP="00216C08" w:rsidRDefault="00216C08" w14:paraId="7317E9D4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216C08" w:rsidP="00216C08" w:rsidRDefault="00216C08" w14:paraId="777255C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2023/2024</w:t>
      </w:r>
    </w:p>
    <w:p w:rsidRPr="009C54AE" w:rsidR="0085747A" w:rsidP="00216C08" w:rsidRDefault="0085747A" w14:paraId="0F26CA08" w14:textId="78526B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E21481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9B557FB" w14:paraId="60F4F4B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DD729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9B557FB" w:rsidRDefault="00110DC6" w14:paraId="026B1443" w14:textId="1BE0950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9B557FB" w:rsidR="00110DC6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Organizacja ochrony środowiska </w:t>
            </w:r>
          </w:p>
        </w:tc>
      </w:tr>
      <w:tr w:rsidRPr="009C54AE" w:rsidR="0085747A" w:rsidTr="29B557FB" w14:paraId="31EC317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05C77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C0A17" w14:paraId="6656FB1B" w14:textId="5537F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0A17">
              <w:rPr>
                <w:rFonts w:ascii="Corbel" w:hAnsi="Corbel"/>
                <w:b w:val="0"/>
                <w:color w:val="auto"/>
                <w:sz w:val="24"/>
                <w:szCs w:val="24"/>
              </w:rPr>
              <w:t>A2SO46</w:t>
            </w:r>
          </w:p>
        </w:tc>
      </w:tr>
      <w:tr w:rsidRPr="009C54AE" w:rsidR="00216C08" w:rsidTr="29B557FB" w14:paraId="0281F0E9" w14:textId="77777777">
        <w:tc>
          <w:tcPr>
            <w:tcW w:w="2694" w:type="dxa"/>
            <w:tcMar/>
            <w:vAlign w:val="center"/>
          </w:tcPr>
          <w:p w:rsidRPr="009C54AE" w:rsidR="00216C08" w:rsidP="00216C08" w:rsidRDefault="00216C08" w14:paraId="4D33A43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216C08" w:rsidP="29B557FB" w:rsidRDefault="00216C08" w14:paraId="512E911D" w14:textId="3E7BC3B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9B557FB" w:rsidR="00216C08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29B557FB" w:rsidR="00216C08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29B557FB" w:rsidR="00216C0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216C08" w:rsidTr="29B557FB" w14:paraId="791AFEEC" w14:textId="77777777">
        <w:tc>
          <w:tcPr>
            <w:tcW w:w="2694" w:type="dxa"/>
            <w:tcMar/>
            <w:vAlign w:val="center"/>
          </w:tcPr>
          <w:p w:rsidRPr="009C54AE" w:rsidR="00216C08" w:rsidP="00216C08" w:rsidRDefault="00216C08" w14:paraId="4E03D9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216C08" w:rsidP="29B557FB" w:rsidRDefault="00216C08" w14:paraId="04B399AC" w14:textId="73E4B78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9B557FB" w:rsidR="2BF289E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29B557FB" w:rsidR="00216C0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Pracownia Prawa Policyjnego </w:t>
            </w:r>
          </w:p>
        </w:tc>
      </w:tr>
      <w:tr w:rsidRPr="009C54AE" w:rsidR="0085747A" w:rsidTr="29B557FB" w14:paraId="725BAB0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BB2A0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27210" w14:paraId="2ECC656C" w14:textId="355EAB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29B557FB" w14:paraId="66179D15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1BC76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C0A17" w:rsidR="0085747A" w:rsidP="009C54AE" w:rsidRDefault="00110DC6" w14:paraId="761D88D7" w14:textId="5A5331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C0A17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Pr="009C54AE" w:rsidR="0085747A" w:rsidTr="29B557FB" w14:paraId="112C9C6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2F22D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13691" w:rsidR="0085747A" w:rsidP="29B557FB" w:rsidRDefault="00827210" w14:paraId="0FD8F49B" w14:textId="796BD6C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29B557FB" w:rsidR="6E409F88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ogólnoakademicki</w:t>
            </w:r>
          </w:p>
        </w:tc>
      </w:tr>
      <w:tr w:rsidRPr="009C54AE" w:rsidR="0085747A" w:rsidTr="29B557FB" w14:paraId="66F0996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779CB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CC525D" w:rsidRDefault="00A87F52" w14:paraId="167A252B" w14:textId="4A4F75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29B557FB" w14:paraId="41DC7B0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3989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9B557FB" w:rsidRDefault="00A92E5A" w14:paraId="354C0EB1" w14:textId="2E75931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9B557FB" w:rsidR="00D0484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29B557FB" w:rsidR="00A92E5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Pr="29B557FB" w:rsidR="00D0484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29B557FB" w:rsidR="007C0A1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3</w:t>
            </w:r>
          </w:p>
        </w:tc>
      </w:tr>
      <w:tr w:rsidRPr="009C54AE" w:rsidR="0085747A" w:rsidTr="29B557FB" w14:paraId="41D4077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267EC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2669F" w14:paraId="27E2C6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29B557FB" w14:paraId="0B509BE1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E2FED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A92E5A" w14:paraId="0FA6C14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29B557FB" w14:paraId="0D909F5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E78C2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50D95" w:rsidRDefault="00110DC6" w14:paraId="69C033D0" w14:textId="02AA57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Bogdan Jaworski</w:t>
            </w:r>
          </w:p>
        </w:tc>
      </w:tr>
      <w:tr w:rsidRPr="009C54AE" w:rsidR="0085747A" w:rsidTr="29B557FB" w14:paraId="5700B4E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03E5C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9B557FB" w:rsidRDefault="00B62307" w14:paraId="0510DEC2" w14:textId="02AA57C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9B557FB" w:rsidR="410FE1D0">
              <w:rPr>
                <w:rFonts w:ascii="Corbel" w:hAnsi="Corbel"/>
                <w:b w:val="0"/>
                <w:bCs w:val="0"/>
                <w:sz w:val="24"/>
                <w:szCs w:val="24"/>
              </w:rPr>
              <w:t>Dr Bogdan Jaworski</w:t>
            </w:r>
          </w:p>
          <w:p w:rsidRPr="009C54AE" w:rsidR="0085747A" w:rsidP="29B557FB" w:rsidRDefault="00B62307" w14:paraId="736A7B14" w14:textId="18CE165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</w:p>
        </w:tc>
      </w:tr>
    </w:tbl>
    <w:p w:rsidRPr="009C54AE" w:rsidR="0085747A" w:rsidP="009C54AE" w:rsidRDefault="0085747A" w14:paraId="5129469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10DC6" w:rsidR="00923D7D" w:rsidP="009C54AE" w:rsidRDefault="00923D7D" w14:paraId="37867ABB" w14:textId="77777777">
      <w:pPr>
        <w:pStyle w:val="Podpunkty"/>
        <w:ind w:left="0"/>
        <w:rPr>
          <w:rFonts w:ascii="Corbel" w:hAnsi="Corbel"/>
          <w:color w:val="FF0000"/>
          <w:sz w:val="24"/>
          <w:szCs w:val="24"/>
        </w:rPr>
      </w:pPr>
    </w:p>
    <w:p w:rsidRPr="00827210" w:rsidR="0085747A" w:rsidP="009C54AE" w:rsidRDefault="0085747A" w14:paraId="3D1F2A4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27210">
        <w:rPr>
          <w:rFonts w:ascii="Corbel" w:hAnsi="Corbel"/>
          <w:sz w:val="24"/>
          <w:szCs w:val="24"/>
        </w:rPr>
        <w:t>1.</w:t>
      </w:r>
      <w:r w:rsidRPr="00827210" w:rsidR="00E22FBC">
        <w:rPr>
          <w:rFonts w:ascii="Corbel" w:hAnsi="Corbel"/>
          <w:sz w:val="24"/>
          <w:szCs w:val="24"/>
        </w:rPr>
        <w:t>1</w:t>
      </w:r>
      <w:r w:rsidRPr="0082721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827210" w:rsidR="00923D7D" w:rsidP="009C54AE" w:rsidRDefault="00923D7D" w14:paraId="6FA5D78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827210" w:rsidR="00827210" w:rsidTr="00C766DF" w14:paraId="35EFAD1F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27210" w:rsidR="00015B8F" w:rsidP="009C54AE" w:rsidRDefault="00015B8F" w14:paraId="484A72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Semestr</w:t>
            </w:r>
          </w:p>
          <w:p w:rsidRPr="00827210" w:rsidR="00015B8F" w:rsidP="009C54AE" w:rsidRDefault="002B5EA0" w14:paraId="6B0E90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(</w:t>
            </w:r>
            <w:r w:rsidRPr="00827210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7210" w:rsidR="00015B8F" w:rsidP="009C54AE" w:rsidRDefault="00015B8F" w14:paraId="28C15A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7210" w:rsidR="00015B8F" w:rsidP="009C54AE" w:rsidRDefault="00015B8F" w14:paraId="1CB2B8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7210" w:rsidR="00015B8F" w:rsidP="009C54AE" w:rsidRDefault="00015B8F" w14:paraId="0F5F05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7210" w:rsidR="00015B8F" w:rsidP="009C54AE" w:rsidRDefault="00015B8F" w14:paraId="4B5CA7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7210" w:rsidR="00015B8F" w:rsidP="009C54AE" w:rsidRDefault="00015B8F" w14:paraId="3C9AA1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7210" w:rsidR="00015B8F" w:rsidP="009C54AE" w:rsidRDefault="00015B8F" w14:paraId="132212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7210" w:rsidR="00015B8F" w:rsidP="009C54AE" w:rsidRDefault="00015B8F" w14:paraId="1D3E8F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7210" w:rsidR="00015B8F" w:rsidP="009C54AE" w:rsidRDefault="00015B8F" w14:paraId="040E79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7210" w:rsidR="00015B8F" w:rsidP="009C54AE" w:rsidRDefault="00015B8F" w14:paraId="3A464C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210">
              <w:rPr>
                <w:rFonts w:ascii="Corbel" w:hAnsi="Corbel"/>
                <w:b/>
                <w:szCs w:val="24"/>
              </w:rPr>
              <w:t>Liczba pkt</w:t>
            </w:r>
            <w:r w:rsidRPr="00827210" w:rsidR="00B90885">
              <w:rPr>
                <w:rFonts w:ascii="Corbel" w:hAnsi="Corbel"/>
                <w:b/>
                <w:szCs w:val="24"/>
              </w:rPr>
              <w:t>.</w:t>
            </w:r>
            <w:r w:rsidRPr="0082721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827210" w:rsidR="00015B8F" w:rsidTr="002357C8" w14:paraId="4A224A3A" w14:textId="77777777">
        <w:trPr>
          <w:trHeight w:val="342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27210" w:rsidR="00015B8F" w:rsidP="009C54AE" w:rsidRDefault="00B62307" w14:paraId="46D153D4" w14:textId="132A64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7210" w:rsidR="00015B8F" w:rsidP="009C54AE" w:rsidRDefault="00827210" w14:paraId="6789D67D" w14:textId="364265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7210" w:rsidR="00015B8F" w:rsidP="009C54AE" w:rsidRDefault="00015B8F" w14:paraId="2DF65786" w14:textId="0B13D6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7210" w:rsidR="00015B8F" w:rsidP="009C54AE" w:rsidRDefault="00015B8F" w14:paraId="5E88688C" w14:textId="0B6D7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7210" w:rsidR="00015B8F" w:rsidP="009C54AE" w:rsidRDefault="00015B8F" w14:paraId="321FBD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7210" w:rsidR="00015B8F" w:rsidP="009C54AE" w:rsidRDefault="00015B8F" w14:paraId="06C4B7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7210" w:rsidR="00015B8F" w:rsidP="009C54AE" w:rsidRDefault="00015B8F" w14:paraId="43BCF9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7210" w:rsidR="00015B8F" w:rsidP="009C54AE" w:rsidRDefault="00015B8F" w14:paraId="43CEEC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7210" w:rsidR="00015B8F" w:rsidP="009C54AE" w:rsidRDefault="00015B8F" w14:paraId="7463F2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7210" w:rsidR="00015B8F" w:rsidP="009C54AE" w:rsidRDefault="00367A7A" w14:paraId="395342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21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827210" w:rsidR="00923D7D" w:rsidP="009C54AE" w:rsidRDefault="00923D7D" w14:paraId="208661E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827210" w:rsidR="00923D7D" w:rsidP="009C54AE" w:rsidRDefault="00923D7D" w14:paraId="5E666B5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827210" w:rsidR="0085747A" w:rsidP="00F83B28" w:rsidRDefault="0085747A" w14:paraId="1A3046E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210">
        <w:rPr>
          <w:rFonts w:ascii="Corbel" w:hAnsi="Corbel"/>
          <w:smallCaps w:val="0"/>
          <w:szCs w:val="24"/>
        </w:rPr>
        <w:t>1.</w:t>
      </w:r>
      <w:r w:rsidRPr="00827210" w:rsidR="00E22FBC">
        <w:rPr>
          <w:rFonts w:ascii="Corbel" w:hAnsi="Corbel"/>
          <w:smallCaps w:val="0"/>
          <w:szCs w:val="24"/>
        </w:rPr>
        <w:t>2</w:t>
      </w:r>
      <w:r w:rsidRPr="00827210" w:rsidR="00F83B28">
        <w:rPr>
          <w:rFonts w:ascii="Corbel" w:hAnsi="Corbel"/>
          <w:smallCaps w:val="0"/>
          <w:szCs w:val="24"/>
        </w:rPr>
        <w:t>.</w:t>
      </w:r>
      <w:r w:rsidRPr="00827210" w:rsidR="00F83B28">
        <w:rPr>
          <w:rFonts w:ascii="Corbel" w:hAnsi="Corbel"/>
          <w:smallCaps w:val="0"/>
          <w:szCs w:val="24"/>
        </w:rPr>
        <w:tab/>
      </w:r>
      <w:r w:rsidRPr="00827210">
        <w:rPr>
          <w:rFonts w:ascii="Corbel" w:hAnsi="Corbel"/>
          <w:smallCaps w:val="0"/>
          <w:szCs w:val="24"/>
        </w:rPr>
        <w:t xml:space="preserve">Sposób realizacji zajęć  </w:t>
      </w:r>
    </w:p>
    <w:p w:rsidRPr="00827210" w:rsidR="0042669F" w:rsidP="0042669F" w:rsidRDefault="0042669F" w14:paraId="491C565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7210">
        <w:rPr>
          <w:rFonts w:ascii="Corbel" w:hAnsi="Corbel" w:eastAsia="MS Gothic" w:cs="MS Gothic"/>
          <w:b w:val="0"/>
          <w:szCs w:val="24"/>
        </w:rPr>
        <w:t xml:space="preserve">× </w:t>
      </w:r>
      <w:r w:rsidRPr="0082721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827210" w:rsidR="0042669F" w:rsidP="0042669F" w:rsidRDefault="0042669F" w14:paraId="5F294CA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7210">
        <w:rPr>
          <w:rFonts w:ascii="Corbel" w:hAnsi="Corbel"/>
          <w:b w:val="0"/>
          <w:smallCaps w:val="0"/>
          <w:szCs w:val="24"/>
        </w:rPr>
        <w:t>× zajęcia realizowane z wykorzystaniem metod i technik kształcenia na odległość</w:t>
      </w:r>
    </w:p>
    <w:p w:rsidRPr="00827210" w:rsidR="0085747A" w:rsidP="009C54AE" w:rsidRDefault="0085747A" w14:paraId="4E6F797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27210" w:rsidR="00E22FBC" w:rsidP="00F83B28" w:rsidRDefault="00E22FBC" w14:paraId="2593A44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210">
        <w:rPr>
          <w:rFonts w:ascii="Corbel" w:hAnsi="Corbel"/>
          <w:smallCaps w:val="0"/>
          <w:szCs w:val="24"/>
        </w:rPr>
        <w:t xml:space="preserve">1.3 </w:t>
      </w:r>
      <w:r w:rsidRPr="00827210" w:rsidR="00F83B28">
        <w:rPr>
          <w:rFonts w:ascii="Corbel" w:hAnsi="Corbel"/>
          <w:smallCaps w:val="0"/>
          <w:szCs w:val="24"/>
        </w:rPr>
        <w:tab/>
      </w:r>
      <w:r w:rsidRPr="00827210">
        <w:rPr>
          <w:rFonts w:ascii="Corbel" w:hAnsi="Corbel"/>
          <w:smallCaps w:val="0"/>
          <w:szCs w:val="24"/>
        </w:rPr>
        <w:t>For</w:t>
      </w:r>
      <w:r w:rsidRPr="00827210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827210">
        <w:rPr>
          <w:rFonts w:ascii="Corbel" w:hAnsi="Corbel"/>
          <w:smallCaps w:val="0"/>
          <w:szCs w:val="24"/>
        </w:rPr>
        <w:t xml:space="preserve"> (z toku) </w:t>
      </w:r>
    </w:p>
    <w:p w:rsidRPr="00827210" w:rsidR="00B50D95" w:rsidP="009C54AE" w:rsidRDefault="00B50D95" w14:paraId="2C12B7D3" w14:textId="77777777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827210" w:rsidP="009C54AE" w:rsidRDefault="00827210" w14:paraId="71BE6ECD" w14:textId="7AC32AA3">
      <w:pPr>
        <w:pStyle w:val="Punktygwne"/>
        <w:spacing w:before="0" w:after="0"/>
        <w:rPr>
          <w:rFonts w:ascii="Corbel" w:hAnsi="Corbel" w:eastAsia="Cambria"/>
          <w:b w:val="0"/>
          <w:smallCaps w:val="0"/>
          <w:sz w:val="22"/>
        </w:rPr>
      </w:pPr>
      <w:r>
        <w:rPr>
          <w:rFonts w:ascii="Corbel" w:hAnsi="Corbel" w:eastAsia="Cambria"/>
          <w:b w:val="0"/>
          <w:smallCaps w:val="0"/>
          <w:sz w:val="22"/>
        </w:rPr>
        <w:t>Przedmiot zaliczany na podstawie egzaminu pisemnego lub ustnego.</w:t>
      </w:r>
    </w:p>
    <w:p w:rsidRPr="00110DC6" w:rsidR="00E960BB" w:rsidP="009C54AE" w:rsidRDefault="00E960BB" w14:paraId="06F87090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827210" w:rsidR="00E960BB" w:rsidP="009C54AE" w:rsidRDefault="0085747A" w14:paraId="0403058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27210">
        <w:rPr>
          <w:rFonts w:ascii="Corbel" w:hAnsi="Corbel"/>
          <w:szCs w:val="24"/>
        </w:rPr>
        <w:t>2.</w:t>
      </w:r>
      <w:r w:rsidRPr="00827210" w:rsidR="00D04844">
        <w:rPr>
          <w:rFonts w:ascii="Corbel" w:hAnsi="Corbel"/>
          <w:szCs w:val="24"/>
        </w:rPr>
        <w:t xml:space="preserve"> </w:t>
      </w:r>
      <w:r w:rsidRPr="00827210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27210" w:rsidR="0085747A" w:rsidTr="00745302" w14:paraId="5324EE77" w14:textId="77777777">
        <w:tc>
          <w:tcPr>
            <w:tcW w:w="9670" w:type="dxa"/>
          </w:tcPr>
          <w:p w:rsidRPr="00827210" w:rsidR="0085747A" w:rsidP="00367A7A" w:rsidRDefault="00B50D95" w14:paraId="02F6DA6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27210">
              <w:rPr>
                <w:rFonts w:ascii="Corbel" w:hAnsi="Corbel"/>
                <w:b w:val="0"/>
                <w:smallCaps w:val="0"/>
                <w:szCs w:val="24"/>
              </w:rPr>
              <w:t xml:space="preserve">Znajomość podstawowych zagadnień z </w:t>
            </w:r>
            <w:r w:rsidRPr="00827210" w:rsidR="00367A7A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 w:rsidRPr="00827210">
              <w:rPr>
                <w:rFonts w:ascii="Corbel" w:hAnsi="Corbel"/>
                <w:b w:val="0"/>
                <w:smallCaps w:val="0"/>
                <w:szCs w:val="24"/>
              </w:rPr>
              <w:t>i prawoznawstwa.</w:t>
            </w:r>
          </w:p>
        </w:tc>
      </w:tr>
    </w:tbl>
    <w:p w:rsidRPr="00827210" w:rsidR="00153C41" w:rsidP="009C54AE" w:rsidRDefault="00153C41" w14:paraId="4ADD37A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27210" w:rsidR="0085747A" w:rsidP="29B557FB" w:rsidRDefault="0071620A" w14:paraId="23ACEC25" w14:textId="25F212B7">
      <w:pPr>
        <w:pStyle w:val="Punktygwne"/>
        <w:spacing w:before="0" w:after="0"/>
        <w:rPr>
          <w:rFonts w:ascii="Corbel" w:hAnsi="Corbel"/>
        </w:rPr>
      </w:pPr>
      <w:r w:rsidRPr="29B557FB" w:rsidR="0071620A">
        <w:rPr>
          <w:rFonts w:ascii="Corbel" w:hAnsi="Corbel"/>
        </w:rPr>
        <w:t>3.</w:t>
      </w:r>
      <w:r w:rsidRPr="29B557FB" w:rsidR="0085747A">
        <w:rPr>
          <w:rFonts w:ascii="Corbel" w:hAnsi="Corbel"/>
        </w:rPr>
        <w:t xml:space="preserve"> </w:t>
      </w:r>
      <w:r w:rsidRPr="29B557FB" w:rsidR="00A84C85">
        <w:rPr>
          <w:rFonts w:ascii="Corbel" w:hAnsi="Corbel"/>
        </w:rPr>
        <w:t xml:space="preserve">cele, efekty uczenia </w:t>
      </w:r>
      <w:r w:rsidRPr="29B557FB" w:rsidR="00A84C85">
        <w:rPr>
          <w:rFonts w:ascii="Corbel" w:hAnsi="Corbel"/>
        </w:rPr>
        <w:t>się</w:t>
      </w:r>
      <w:r w:rsidRPr="29B557FB" w:rsidR="0085747A">
        <w:rPr>
          <w:rFonts w:ascii="Corbel" w:hAnsi="Corbel"/>
        </w:rPr>
        <w:t>,</w:t>
      </w:r>
      <w:r w:rsidRPr="29B557FB" w:rsidR="0085747A">
        <w:rPr>
          <w:rFonts w:ascii="Corbel" w:hAnsi="Corbel"/>
        </w:rPr>
        <w:t xml:space="preserve"> treści Programowe i stosowane metody Dydaktyczne</w:t>
      </w:r>
    </w:p>
    <w:p w:rsidRPr="00827210" w:rsidR="0085747A" w:rsidP="009C54AE" w:rsidRDefault="0085747A" w14:paraId="3BEBFF3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27210" w:rsidR="0085747A" w:rsidP="009C54AE" w:rsidRDefault="0071620A" w14:paraId="67A9B3AB" w14:textId="77777777">
      <w:pPr>
        <w:pStyle w:val="Podpunkty"/>
        <w:rPr>
          <w:rFonts w:ascii="Corbel" w:hAnsi="Corbel"/>
          <w:sz w:val="24"/>
          <w:szCs w:val="24"/>
        </w:rPr>
      </w:pPr>
      <w:r w:rsidRPr="00827210">
        <w:rPr>
          <w:rFonts w:ascii="Corbel" w:hAnsi="Corbel"/>
          <w:sz w:val="24"/>
          <w:szCs w:val="24"/>
        </w:rPr>
        <w:lastRenderedPageBreak/>
        <w:t xml:space="preserve">3.1 </w:t>
      </w:r>
      <w:r w:rsidRPr="00827210" w:rsidR="00C05F44">
        <w:rPr>
          <w:rFonts w:ascii="Corbel" w:hAnsi="Corbel"/>
          <w:sz w:val="24"/>
          <w:szCs w:val="24"/>
        </w:rPr>
        <w:t>Cele przedmiotu</w:t>
      </w:r>
    </w:p>
    <w:p w:rsidRPr="00110DC6" w:rsidR="00F83B28" w:rsidP="009C54AE" w:rsidRDefault="00F83B28" w14:paraId="745EA227" w14:textId="77777777">
      <w:pPr>
        <w:pStyle w:val="Podpunkty"/>
        <w:rPr>
          <w:rFonts w:ascii="Corbel" w:hAnsi="Corbel"/>
          <w:b w:val="0"/>
          <w:i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D301A" w:rsidR="009D301A" w:rsidTr="00923D7D" w14:paraId="78999A2C" w14:textId="77777777">
        <w:tc>
          <w:tcPr>
            <w:tcW w:w="851" w:type="dxa"/>
            <w:vAlign w:val="center"/>
          </w:tcPr>
          <w:p w:rsidRPr="009D301A" w:rsidR="0085747A" w:rsidP="009C54AE" w:rsidRDefault="0085747A" w14:paraId="6D7F95B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D301A" w:rsidR="0085747A" w:rsidP="00367A7A" w:rsidRDefault="00367A7A" w14:paraId="52A0A9A9" w14:textId="6091E2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</w:t>
            </w:r>
            <w:r w:rsidRPr="009D301A" w:rsidR="005B1272">
              <w:rPr>
                <w:rFonts w:ascii="Corbel" w:hAnsi="Corbel"/>
                <w:b w:val="0"/>
                <w:sz w:val="24"/>
                <w:szCs w:val="24"/>
              </w:rPr>
              <w:t xml:space="preserve">organizacji </w:t>
            </w:r>
            <w:r w:rsidRPr="009D301A" w:rsidR="006262CA">
              <w:rPr>
                <w:rFonts w:ascii="Corbel" w:hAnsi="Corbel"/>
                <w:b w:val="0"/>
                <w:sz w:val="24"/>
                <w:szCs w:val="24"/>
              </w:rPr>
              <w:t xml:space="preserve">systemu ochrony środowiska w Polsce, organów </w:t>
            </w:r>
            <w:r w:rsidRPr="009D301A" w:rsidR="007A79E1">
              <w:rPr>
                <w:rFonts w:ascii="Corbel" w:hAnsi="Corbel"/>
                <w:b w:val="0"/>
                <w:sz w:val="24"/>
                <w:szCs w:val="24"/>
              </w:rPr>
              <w:t xml:space="preserve">administracji działających w zakresie </w:t>
            </w:r>
            <w:r w:rsidRPr="009D301A" w:rsidR="006262CA">
              <w:rPr>
                <w:rFonts w:ascii="Corbel" w:hAnsi="Corbel"/>
                <w:b w:val="0"/>
                <w:sz w:val="24"/>
                <w:szCs w:val="24"/>
              </w:rPr>
              <w:t>ochrony środowiska i ich zadań</w:t>
            </w:r>
            <w:r w:rsidRPr="009D301A" w:rsidR="007A79E1">
              <w:rPr>
                <w:rFonts w:ascii="Corbel" w:hAnsi="Corbel"/>
                <w:b w:val="0"/>
                <w:sz w:val="24"/>
                <w:szCs w:val="24"/>
              </w:rPr>
              <w:t>, instrumentów finansowych w ochronie środowiska oraz regulacji przewidujących odpowiedzialność prawną za jego zanieczyszczanie</w:t>
            </w:r>
            <w:r w:rsidR="00CC746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D301A" w:rsidR="009D301A" w:rsidTr="00923D7D" w14:paraId="60792C43" w14:textId="77777777">
        <w:tc>
          <w:tcPr>
            <w:tcW w:w="851" w:type="dxa"/>
            <w:vAlign w:val="center"/>
          </w:tcPr>
          <w:p w:rsidRPr="009D301A" w:rsidR="0085747A" w:rsidP="009C54AE" w:rsidRDefault="00E44543" w14:paraId="37BC8BC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301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D301A" w:rsidR="0085747A" w:rsidP="00B50D95" w:rsidRDefault="00367A7A" w14:paraId="574A8264" w14:textId="637026E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 xml:space="preserve">Kolejnym celem jest omówienie regulacji </w:t>
            </w:r>
            <w:r w:rsidRPr="009D301A" w:rsidR="007A79E1">
              <w:rPr>
                <w:rFonts w:ascii="Corbel" w:hAnsi="Corbel"/>
                <w:b w:val="0"/>
                <w:sz w:val="24"/>
                <w:szCs w:val="24"/>
              </w:rPr>
              <w:t>materialnoprawnych dotyczących  poszczególnych sektorów ochrony środowiska</w:t>
            </w:r>
            <w:r w:rsidRPr="009D301A" w:rsidR="009D301A">
              <w:rPr>
                <w:rFonts w:ascii="Corbel" w:hAnsi="Corbel"/>
                <w:b w:val="0"/>
                <w:sz w:val="24"/>
                <w:szCs w:val="24"/>
              </w:rPr>
              <w:t xml:space="preserve"> ze szczególnym uwzględnieniem ochrony powietrza</w:t>
            </w:r>
            <w:r w:rsidR="00CC7463">
              <w:rPr>
                <w:rFonts w:ascii="Corbel" w:hAnsi="Corbel"/>
                <w:b w:val="0"/>
                <w:sz w:val="24"/>
                <w:szCs w:val="24"/>
              </w:rPr>
              <w:t xml:space="preserve"> i prawa emisyjnego</w:t>
            </w:r>
            <w:r w:rsidRPr="009D301A" w:rsidR="009D301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C7463">
              <w:rPr>
                <w:rFonts w:ascii="Corbel" w:hAnsi="Corbel"/>
                <w:b w:val="0"/>
                <w:sz w:val="24"/>
                <w:szCs w:val="24"/>
              </w:rPr>
              <w:t xml:space="preserve">ochrony </w:t>
            </w:r>
            <w:r w:rsidRPr="009D301A" w:rsidR="009D301A">
              <w:rPr>
                <w:rFonts w:ascii="Corbel" w:hAnsi="Corbel"/>
                <w:b w:val="0"/>
                <w:sz w:val="24"/>
                <w:szCs w:val="24"/>
              </w:rPr>
              <w:t xml:space="preserve">wód, </w:t>
            </w:r>
            <w:r w:rsidR="00CC7463">
              <w:rPr>
                <w:rFonts w:ascii="Corbel" w:hAnsi="Corbel"/>
                <w:b w:val="0"/>
                <w:sz w:val="24"/>
                <w:szCs w:val="24"/>
              </w:rPr>
              <w:t xml:space="preserve">ochrony </w:t>
            </w:r>
            <w:r w:rsidRPr="009D301A" w:rsidR="009D301A">
              <w:rPr>
                <w:rFonts w:ascii="Corbel" w:hAnsi="Corbel"/>
                <w:b w:val="0"/>
                <w:sz w:val="24"/>
                <w:szCs w:val="24"/>
              </w:rPr>
              <w:t>różnorodności biologicznej, gospodarki odpadami</w:t>
            </w:r>
            <w:r w:rsidR="00CC746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D301A" w:rsidR="00B50D95" w:rsidTr="00923D7D" w14:paraId="7966A079" w14:textId="77777777">
        <w:tc>
          <w:tcPr>
            <w:tcW w:w="851" w:type="dxa"/>
            <w:vAlign w:val="center"/>
          </w:tcPr>
          <w:p w:rsidRPr="009D301A" w:rsidR="00B50D95" w:rsidP="009C54AE" w:rsidRDefault="00B50D95" w14:paraId="23A402C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301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D301A" w:rsidR="00B50D95" w:rsidP="00B50D95" w:rsidRDefault="00367A7A" w14:paraId="660C1AA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>Istotnym celem omawianego przedmiotu, osiąganym przez wskazanie i omawianie zakresu zagrożeń dla środowiska, jest kształtowanie u studentów postawy proekologicznej.</w:t>
            </w:r>
          </w:p>
        </w:tc>
      </w:tr>
    </w:tbl>
    <w:p w:rsidRPr="009D301A" w:rsidR="0085747A" w:rsidP="009C54AE" w:rsidRDefault="0085747A" w14:paraId="71274A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D301A" w:rsidR="001D7B54" w:rsidP="009C54AE" w:rsidRDefault="009F4610" w14:paraId="0B5582E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301A">
        <w:rPr>
          <w:rFonts w:ascii="Corbel" w:hAnsi="Corbel"/>
          <w:b/>
          <w:sz w:val="24"/>
          <w:szCs w:val="24"/>
        </w:rPr>
        <w:t xml:space="preserve">3.2 </w:t>
      </w:r>
      <w:r w:rsidRPr="009D301A" w:rsidR="001D7B54">
        <w:rPr>
          <w:rFonts w:ascii="Corbel" w:hAnsi="Corbel"/>
          <w:b/>
          <w:sz w:val="24"/>
          <w:szCs w:val="24"/>
        </w:rPr>
        <w:t xml:space="preserve">Efekty </w:t>
      </w:r>
      <w:r w:rsidRPr="009D301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9D301A" w:rsidR="001D7B54">
        <w:rPr>
          <w:rFonts w:ascii="Corbel" w:hAnsi="Corbel"/>
          <w:b/>
          <w:sz w:val="24"/>
          <w:szCs w:val="24"/>
        </w:rPr>
        <w:t>dla przedmiotu</w:t>
      </w:r>
      <w:r w:rsidRPr="009D301A" w:rsidR="00445970">
        <w:rPr>
          <w:rFonts w:ascii="Corbel" w:hAnsi="Corbel"/>
          <w:sz w:val="24"/>
          <w:szCs w:val="24"/>
        </w:rPr>
        <w:t xml:space="preserve"> </w:t>
      </w:r>
    </w:p>
    <w:p w:rsidRPr="00110DC6" w:rsidR="001D7B54" w:rsidP="009C54AE" w:rsidRDefault="001D7B54" w14:paraId="6A8AC62E" w14:textId="77777777">
      <w:pPr>
        <w:spacing w:after="0" w:line="240" w:lineRule="auto"/>
        <w:rPr>
          <w:rFonts w:ascii="Corbel" w:hAnsi="Corbel"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4"/>
        <w:gridCol w:w="5947"/>
        <w:gridCol w:w="1899"/>
      </w:tblGrid>
      <w:tr w:rsidRPr="00110DC6" w:rsidR="00F66647" w:rsidTr="00F66647" w14:paraId="32D07BF6" w14:textId="77777777">
        <w:tc>
          <w:tcPr>
            <w:tcW w:w="1674" w:type="dxa"/>
            <w:vAlign w:val="center"/>
          </w:tcPr>
          <w:p w:rsidRPr="009D301A" w:rsidR="0085747A" w:rsidP="009C54AE" w:rsidRDefault="0085747A" w14:paraId="68E1C7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smallCaps w:val="0"/>
                <w:szCs w:val="24"/>
              </w:rPr>
              <w:t>EK</w:t>
            </w:r>
            <w:r w:rsidRPr="009D301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D301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D301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47" w:type="dxa"/>
            <w:vAlign w:val="center"/>
          </w:tcPr>
          <w:p w:rsidRPr="009D301A" w:rsidR="0085747A" w:rsidP="00C05F44" w:rsidRDefault="0085747A" w14:paraId="38B8DF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9D301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301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99" w:type="dxa"/>
            <w:vAlign w:val="center"/>
          </w:tcPr>
          <w:p w:rsidRPr="009D301A" w:rsidR="0085747A" w:rsidP="00C05F44" w:rsidRDefault="0085747A" w14:paraId="277446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D301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10DC6" w:rsidR="00F66647" w:rsidTr="00F66647" w14:paraId="2A5ACE33" w14:textId="77777777">
        <w:tc>
          <w:tcPr>
            <w:tcW w:w="1674" w:type="dxa"/>
          </w:tcPr>
          <w:p w:rsidRPr="009D301A" w:rsidR="0085747A" w:rsidP="009C54AE" w:rsidRDefault="001C3AD1" w14:paraId="03304B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47" w:type="dxa"/>
          </w:tcPr>
          <w:p w:rsidRPr="00110DC6" w:rsidR="0085747A" w:rsidP="002813EF" w:rsidRDefault="00727D34" w14:paraId="4DBCEA16" w14:textId="482062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właściwie sc</w:t>
            </w:r>
            <w:r w:rsidRPr="00962EA4" w:rsidR="00962EA4">
              <w:rPr>
                <w:rFonts w:ascii="Corbel" w:hAnsi="Corbel"/>
                <w:b w:val="0"/>
                <w:smallCaps w:val="0"/>
                <w:szCs w:val="24"/>
              </w:rPr>
              <w:t>harakteryz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962EA4" w:rsidR="00962EA4">
              <w:rPr>
                <w:rFonts w:ascii="Corbel" w:hAnsi="Corbel"/>
                <w:b w:val="0"/>
                <w:smallCaps w:val="0"/>
                <w:szCs w:val="24"/>
              </w:rPr>
              <w:t xml:space="preserve"> podmioty wykonujące zadania z zakresu ochrony środowiska. </w:t>
            </w:r>
            <w:r w:rsidRPr="002813EF" w:rsidR="001C3AD1">
              <w:rPr>
                <w:rFonts w:ascii="Corbel" w:hAnsi="Corbel"/>
                <w:b w:val="0"/>
                <w:smallCaps w:val="0"/>
                <w:szCs w:val="24"/>
              </w:rPr>
              <w:t xml:space="preserve">Posiada wiedzę o </w:t>
            </w:r>
            <w:r w:rsidRPr="002813EF" w:rsidR="002813EF">
              <w:rPr>
                <w:rFonts w:ascii="Corbel" w:hAnsi="Corbel"/>
                <w:b w:val="0"/>
                <w:smallCaps w:val="0"/>
                <w:szCs w:val="24"/>
              </w:rPr>
              <w:t xml:space="preserve">organizacji i zadaniach aparatu administracyjnego oraz o relacjach pomiędzy instytucjami wchodzącymi w skład administracji publicznej </w:t>
            </w:r>
          </w:p>
        </w:tc>
        <w:tc>
          <w:tcPr>
            <w:tcW w:w="1899" w:type="dxa"/>
          </w:tcPr>
          <w:p w:rsidR="001C3AD1" w:rsidP="001C3AD1" w:rsidRDefault="002813EF" w14:paraId="1CFC8120" w14:textId="77777777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813EF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:rsidRPr="002813EF" w:rsidR="005F0913" w:rsidP="001C3AD1" w:rsidRDefault="005F0913" w14:paraId="1CDB766C" w14:textId="1262CDD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Pr="00110DC6" w:rsidR="00F66647" w:rsidTr="00F66647" w14:paraId="1D5634C6" w14:textId="77777777">
        <w:tc>
          <w:tcPr>
            <w:tcW w:w="1674" w:type="dxa"/>
          </w:tcPr>
          <w:p w:rsidRPr="009D301A" w:rsidR="001C3AD1" w:rsidP="009C54AE" w:rsidRDefault="001C3AD1" w14:paraId="78A540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47" w:type="dxa"/>
          </w:tcPr>
          <w:p w:rsidRPr="00962EA4" w:rsidR="001C3AD1" w:rsidP="00962EA4" w:rsidRDefault="00962EA4" w14:paraId="402B93BA" w14:textId="5EC740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2EA4"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Pr="00962EA4" w:rsidR="001C3AD1">
              <w:rPr>
                <w:rFonts w:ascii="Corbel" w:hAnsi="Corbel"/>
                <w:b w:val="0"/>
                <w:smallCaps w:val="0"/>
                <w:szCs w:val="24"/>
              </w:rPr>
              <w:t>wiedzę na temat procesów</w:t>
            </w:r>
            <w:r w:rsidRPr="00962EA4"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</w:t>
            </w:r>
            <w:r w:rsidRPr="00962EA4">
              <w:rPr>
                <w:rFonts w:ascii="Corbel" w:hAnsi="Corbel"/>
                <w:b w:val="0"/>
                <w:smallCaps w:val="0"/>
                <w:szCs w:val="24"/>
              </w:rPr>
              <w:t>, oraz zadań i kompetencji organów administracji w obszarze ochrony środowiska</w:t>
            </w:r>
          </w:p>
        </w:tc>
        <w:tc>
          <w:tcPr>
            <w:tcW w:w="1899" w:type="dxa"/>
          </w:tcPr>
          <w:p w:rsidR="008246E2" w:rsidP="008246E2" w:rsidRDefault="00962EA4" w14:paraId="5D35FCDB" w14:textId="77777777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813EF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:rsidRPr="00110DC6" w:rsidR="005F0913" w:rsidP="008246E2" w:rsidRDefault="005F0913" w14:paraId="26CCE411" w14:textId="4E77BCBE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Pr="00110DC6" w:rsidR="00F66647" w:rsidTr="00F66647" w14:paraId="44C967D3" w14:textId="77777777">
        <w:tc>
          <w:tcPr>
            <w:tcW w:w="1674" w:type="dxa"/>
          </w:tcPr>
          <w:p w:rsidRPr="009D301A" w:rsidR="005E079D" w:rsidP="009C54AE" w:rsidRDefault="00B50D95" w14:paraId="0F3346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47" w:type="dxa"/>
          </w:tcPr>
          <w:p w:rsidRPr="00110DC6" w:rsidR="008246E2" w:rsidP="00E44543" w:rsidRDefault="00367A7A" w14:paraId="3D1819AB" w14:textId="6A64D0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34A38">
              <w:rPr>
                <w:rFonts w:ascii="Corbel" w:hAnsi="Corbel"/>
                <w:b w:val="0"/>
                <w:smallCaps w:val="0"/>
                <w:szCs w:val="24"/>
              </w:rPr>
              <w:t>Opisuje instrumenty prawne dające obywatelom możliwość czynnego wpływania na proces ochrony środowiska</w:t>
            </w:r>
            <w:r w:rsidRPr="00E34A38" w:rsidR="00727D34">
              <w:rPr>
                <w:rFonts w:ascii="Corbel" w:hAnsi="Corbel"/>
                <w:b w:val="0"/>
                <w:smallCaps w:val="0"/>
                <w:szCs w:val="24"/>
              </w:rPr>
              <w:t>, dostępu do informacji o jego ochronie i partycypacji w tym procesie. Zna narzędzia prawne pozwalające na realizacje tych uprawnień.</w:t>
            </w:r>
          </w:p>
        </w:tc>
        <w:tc>
          <w:tcPr>
            <w:tcW w:w="1899" w:type="dxa"/>
          </w:tcPr>
          <w:p w:rsidR="00727D34" w:rsidP="00727D34" w:rsidRDefault="00727D34" w14:paraId="347F2936" w14:textId="77777777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813EF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:rsidR="008246E2" w:rsidP="00727D34" w:rsidRDefault="00727D34" w14:paraId="22D352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:rsidRPr="00110DC6" w:rsidR="00727D34" w:rsidP="00727D34" w:rsidRDefault="00727D34" w14:paraId="7F8C4F41" w14:textId="4E29F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K_W09</w:t>
            </w:r>
          </w:p>
        </w:tc>
      </w:tr>
      <w:tr w:rsidRPr="00110DC6" w:rsidR="00F66647" w:rsidTr="00F66647" w14:paraId="065A6126" w14:textId="77777777">
        <w:tc>
          <w:tcPr>
            <w:tcW w:w="1674" w:type="dxa"/>
          </w:tcPr>
          <w:p w:rsidRPr="009D301A" w:rsidR="005E079D" w:rsidP="009C54AE" w:rsidRDefault="00B50D95" w14:paraId="7DA0E3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47" w:type="dxa"/>
          </w:tcPr>
          <w:p w:rsidRPr="00110DC6" w:rsidR="005E079D" w:rsidP="00E050C2" w:rsidRDefault="008246E2" w14:paraId="2038AAF7" w14:textId="6A1589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potrafi prawidłowo</w:t>
            </w:r>
            <w:r w:rsidRPr="000A015A" w:rsidR="00AF4738">
              <w:rPr>
                <w:rFonts w:ascii="Corbel" w:hAnsi="Corbel"/>
                <w:b w:val="0"/>
                <w:smallCaps w:val="0"/>
                <w:szCs w:val="24"/>
              </w:rPr>
              <w:t xml:space="preserve"> interpretować i</w:t>
            </w:r>
            <w:r w:rsidRPr="000A015A">
              <w:rPr>
                <w:rFonts w:ascii="Corbel" w:hAnsi="Corbel"/>
                <w:b w:val="0"/>
                <w:smallCaps w:val="0"/>
                <w:szCs w:val="24"/>
              </w:rPr>
              <w:t xml:space="preserve"> wyjaśnić </w:t>
            </w:r>
            <w:r w:rsidRPr="000A015A" w:rsidR="00AF4738">
              <w:rPr>
                <w:rFonts w:ascii="Corbel" w:hAnsi="Corbel"/>
                <w:b w:val="0"/>
                <w:smallCaps w:val="0"/>
                <w:szCs w:val="24"/>
              </w:rPr>
              <w:t>znaczenie norm, relacje pomiędzy nimi</w:t>
            </w:r>
            <w:r w:rsidRPr="000A015A" w:rsidR="000A015A">
              <w:rPr>
                <w:rFonts w:ascii="Corbel" w:hAnsi="Corbel"/>
                <w:b w:val="0"/>
                <w:smallCaps w:val="0"/>
                <w:szCs w:val="24"/>
              </w:rPr>
              <w:t xml:space="preserve"> oraz orzecznictwo ich dotyczące,</w:t>
            </w:r>
            <w:r w:rsidRPr="000A015A" w:rsidR="00AF4738">
              <w:rPr>
                <w:rFonts w:ascii="Corbel" w:hAnsi="Corbel"/>
                <w:b w:val="0"/>
                <w:smallCaps w:val="0"/>
                <w:szCs w:val="24"/>
              </w:rPr>
              <w:t xml:space="preserve"> właściwie analizując proces</w:t>
            </w:r>
            <w:r w:rsidRPr="000A015A" w:rsidR="00E050C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prawa, dostrzegając obszary w prawie ochrony śro</w:t>
            </w:r>
            <w:r w:rsidRPr="000A015A" w:rsidR="000A015A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Pr="000A015A" w:rsidR="00E050C2">
              <w:rPr>
                <w:rFonts w:ascii="Corbel" w:hAnsi="Corbel"/>
                <w:b w:val="0"/>
                <w:smallCaps w:val="0"/>
                <w:szCs w:val="24"/>
              </w:rPr>
              <w:t>wiska, w zakresie których regulacje powinny zostać znowelizowane bądź w przyszłości w ogóle uregulowane.</w:t>
            </w:r>
          </w:p>
        </w:tc>
        <w:tc>
          <w:tcPr>
            <w:tcW w:w="1899" w:type="dxa"/>
          </w:tcPr>
          <w:p w:rsidR="00E050C2" w:rsidP="00401BAF" w:rsidRDefault="00E8351F" w14:paraId="48CE9B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8351F">
              <w:rPr>
                <w:rFonts w:ascii="Corbel" w:hAnsi="Corbel"/>
                <w:b w:val="0"/>
                <w:bCs/>
                <w:szCs w:val="24"/>
              </w:rPr>
              <w:t>K_U04</w:t>
            </w:r>
          </w:p>
          <w:p w:rsidRPr="00E8351F" w:rsidR="000A015A" w:rsidP="00401BAF" w:rsidRDefault="000A015A" w14:paraId="1DB00FC9" w14:textId="44DBAC5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Pr="00110DC6" w:rsidR="00F66647" w:rsidTr="00F66647" w14:paraId="73FC671D" w14:textId="77777777">
        <w:tc>
          <w:tcPr>
            <w:tcW w:w="1674" w:type="dxa"/>
          </w:tcPr>
          <w:p w:rsidRPr="009D301A" w:rsidR="00B50D95" w:rsidP="009C54AE" w:rsidRDefault="00B50D95" w14:paraId="544D9B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47" w:type="dxa"/>
          </w:tcPr>
          <w:p w:rsidRPr="000A015A" w:rsidR="00B50D95" w:rsidP="00AF4738" w:rsidRDefault="00AF4738" w14:paraId="4043823E" w14:textId="578BF0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</w:t>
            </w:r>
            <w:r w:rsidRPr="000A015A" w:rsidR="000A015A">
              <w:rPr>
                <w:rFonts w:ascii="Corbel" w:hAnsi="Corbel"/>
                <w:b w:val="0"/>
                <w:smallCaps w:val="0"/>
                <w:szCs w:val="24"/>
              </w:rPr>
              <w:t>, w postaci prezentacji lub</w:t>
            </w:r>
            <w:r w:rsidRPr="000A015A">
              <w:rPr>
                <w:rFonts w:ascii="Corbel" w:hAnsi="Corbel"/>
                <w:b w:val="0"/>
                <w:smallCaps w:val="0"/>
                <w:szCs w:val="24"/>
              </w:rPr>
              <w:t xml:space="preserve"> w formie ustnej określonych </w:t>
            </w:r>
            <w:r w:rsidRPr="000A015A" w:rsidR="000A015A">
              <w:rPr>
                <w:rFonts w:ascii="Corbel" w:hAnsi="Corbel"/>
                <w:b w:val="0"/>
                <w:smallCaps w:val="0"/>
                <w:szCs w:val="24"/>
              </w:rPr>
              <w:t xml:space="preserve">tematów </w:t>
            </w:r>
            <w:r w:rsidRPr="000A015A">
              <w:rPr>
                <w:rFonts w:ascii="Corbel" w:hAnsi="Corbel"/>
                <w:b w:val="0"/>
                <w:smallCaps w:val="0"/>
                <w:szCs w:val="24"/>
              </w:rPr>
              <w:t>dotyczących zagadnień prawnych w przedmiocie ochrony środowiska</w:t>
            </w:r>
            <w:r w:rsidRPr="000A015A" w:rsidR="000A015A">
              <w:rPr>
                <w:rFonts w:ascii="Corbel" w:hAnsi="Corbel"/>
                <w:b w:val="0"/>
                <w:smallCaps w:val="0"/>
                <w:szCs w:val="24"/>
              </w:rPr>
              <w:t xml:space="preserve"> z wykorzystaniem źródeł normatywnych oraz judykatury i doktryny prawa administracyjnego.</w:t>
            </w:r>
          </w:p>
        </w:tc>
        <w:tc>
          <w:tcPr>
            <w:tcW w:w="1899" w:type="dxa"/>
          </w:tcPr>
          <w:p w:rsidRPr="000A015A" w:rsidR="00B50D95" w:rsidP="00AF4738" w:rsidRDefault="000A015A" w14:paraId="16B859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="000A015A" w:rsidP="00AF4738" w:rsidRDefault="000A015A" w14:paraId="2C5BFF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Pr="000A015A" w:rsidR="00F66647" w:rsidP="00AF4738" w:rsidRDefault="00F66647" w14:paraId="3F81DCB2" w14:textId="75BA20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110DC6" w:rsidR="00F66647" w:rsidTr="00F66647" w14:paraId="304D8F23" w14:textId="77777777">
        <w:tc>
          <w:tcPr>
            <w:tcW w:w="1674" w:type="dxa"/>
          </w:tcPr>
          <w:p w:rsidRPr="009D301A" w:rsidR="00B50D95" w:rsidP="009C54AE" w:rsidRDefault="00E050C2" w14:paraId="350CBB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47" w:type="dxa"/>
          </w:tcPr>
          <w:p w:rsidRPr="00F66647" w:rsidR="00B50D95" w:rsidP="00E050C2" w:rsidRDefault="00F66647" w14:paraId="44764A26" w14:textId="151E2E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6647">
              <w:rPr>
                <w:rFonts w:ascii="Corbel" w:hAnsi="Corbel"/>
                <w:b w:val="0"/>
                <w:smallCaps w:val="0"/>
                <w:szCs w:val="24"/>
              </w:rPr>
              <w:t>Identyfikuje i rozwiązuje problemy związane z wykonywaniem zawodu urzędnika umiejętnie stosując nabytą wiedzę oraz dostępne źródła.</w:t>
            </w:r>
          </w:p>
        </w:tc>
        <w:tc>
          <w:tcPr>
            <w:tcW w:w="1899" w:type="dxa"/>
          </w:tcPr>
          <w:p w:rsidRPr="00F66647" w:rsidR="00B50D95" w:rsidP="009B7789" w:rsidRDefault="00F66647" w14:paraId="7F6A6910" w14:textId="680775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F66647"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</w:tbl>
    <w:p w:rsidR="0085747A" w:rsidP="009C54AE" w:rsidRDefault="0085747A" w14:paraId="1F6FF835" w14:textId="727BAF95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110DC6" w:rsidR="00827210" w:rsidP="009C54AE" w:rsidRDefault="00827210" w14:paraId="6C549496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5C4EDA" w:rsidR="0085747A" w:rsidP="009C54AE" w:rsidRDefault="00675843" w14:paraId="2591CB58" w14:textId="006E3E0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C4EDA">
        <w:rPr>
          <w:rFonts w:ascii="Corbel" w:hAnsi="Corbel"/>
          <w:b/>
          <w:sz w:val="24"/>
          <w:szCs w:val="24"/>
        </w:rPr>
        <w:t>3.3</w:t>
      </w:r>
      <w:r w:rsidRPr="005C4EDA" w:rsidR="001D7B54">
        <w:rPr>
          <w:rFonts w:ascii="Corbel" w:hAnsi="Corbel"/>
          <w:b/>
          <w:sz w:val="24"/>
          <w:szCs w:val="24"/>
        </w:rPr>
        <w:t xml:space="preserve"> </w:t>
      </w:r>
      <w:r w:rsidRPr="005C4EDA" w:rsidR="0085747A">
        <w:rPr>
          <w:rFonts w:ascii="Corbel" w:hAnsi="Corbel"/>
          <w:b/>
          <w:sz w:val="24"/>
          <w:szCs w:val="24"/>
        </w:rPr>
        <w:t>T</w:t>
      </w:r>
      <w:r w:rsidRPr="005C4EDA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5C4EDA" w:rsidR="007327BD">
        <w:rPr>
          <w:rFonts w:ascii="Corbel" w:hAnsi="Corbel"/>
          <w:sz w:val="24"/>
          <w:szCs w:val="24"/>
        </w:rPr>
        <w:t xml:space="preserve">  </w:t>
      </w:r>
    </w:p>
    <w:p w:rsidRPr="005C4EDA" w:rsidR="005C4EDA" w:rsidP="009C54AE" w:rsidRDefault="005C4EDA" w14:paraId="204D580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5C4EDA" w:rsidR="00675843" w:rsidP="009C54AE" w:rsidRDefault="00D04844" w14:paraId="63BF7360" w14:textId="7B76CD3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C4EDA">
        <w:rPr>
          <w:rFonts w:ascii="Corbel" w:hAnsi="Corbel"/>
          <w:sz w:val="24"/>
          <w:szCs w:val="24"/>
        </w:rPr>
        <w:t xml:space="preserve">Problematyka </w:t>
      </w:r>
      <w:r w:rsidRPr="005C4EDA" w:rsidR="005C4EDA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C4EDA" w:rsidR="005C4EDA" w:rsidTr="29B557FB" w14:paraId="78A2AD51" w14:textId="77777777">
        <w:tc>
          <w:tcPr>
            <w:tcW w:w="9639" w:type="dxa"/>
            <w:tcMar/>
          </w:tcPr>
          <w:p w:rsidRPr="005C4EDA" w:rsidR="0085747A" w:rsidP="009C54AE" w:rsidRDefault="0085747A" w14:paraId="42BA1AC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4E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5C4EDA" w:rsidR="005C4EDA" w:rsidTr="29B557FB" w14:paraId="63421BE0" w14:textId="77777777">
        <w:tc>
          <w:tcPr>
            <w:tcW w:w="9639" w:type="dxa"/>
            <w:shd w:val="clear" w:color="auto" w:fill="auto"/>
            <w:tcMar/>
          </w:tcPr>
          <w:tbl>
            <w:tblPr>
              <w:tblW w:w="9060" w:type="dxa"/>
              <w:tblInd w:w="10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410"/>
            </w:tblGrid>
            <w:tr w:rsidRPr="005C4EDA" w:rsidR="005C4EDA" w:rsidTr="29B557FB" w14:paraId="6595F59F" w14:textId="77777777">
              <w:trPr>
                <w:trHeight w:val="323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13DFF8E2" w14:textId="528DBF06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Konstytucyjne regulacje z zakresu ochrony środowiska</w:t>
                  </w:r>
                </w:p>
              </w:tc>
              <w:tc>
                <w:tcPr>
                  <w:tcW w:w="1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C0723C" w14:paraId="125BC4B4" w14:textId="28F4F9FC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5C4EDA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5C4EDA" w:rsidR="005C4EDA" w:rsidTr="29B557FB" w14:paraId="3A54D81A" w14:textId="77777777">
              <w:trPr>
                <w:trHeight w:val="308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44FCB27F" w14:textId="1989949C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 xml:space="preserve">System Prawa ochrony środowiska </w:t>
                  </w:r>
                </w:p>
              </w:tc>
              <w:tc>
                <w:tcPr>
                  <w:tcW w:w="1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C0723C" w14:paraId="2D5894E5" w14:textId="4B32AF0D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5C4EDA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5C4EDA" w:rsidR="005C4EDA" w:rsidTr="29B557FB" w14:paraId="50AF30C3" w14:textId="77777777">
              <w:trPr>
                <w:trHeight w:val="237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24963D52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445F3B" w14:paraId="32BB260B" w14:textId="5ADC20BB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  <w:r w:rsidRPr="005C4EDA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5C4EDA" w:rsidR="005C4EDA" w:rsidTr="29B557FB" w14:paraId="6C36966A" w14:textId="77777777">
              <w:trPr>
                <w:trHeight w:val="272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31C0691C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1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3D8D2E50" w14:textId="77777777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Pr="005C4EDA" w:rsidR="005C4EDA" w:rsidTr="29B557FB" w14:paraId="2A961DBC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05355B2B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1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6AF7416F" w14:textId="77777777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4 godz.</w:t>
                  </w:r>
                </w:p>
              </w:tc>
            </w:tr>
            <w:tr w:rsidRPr="005C4EDA" w:rsidR="005C4EDA" w:rsidTr="29B557FB" w14:paraId="6D91A5C9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5BFF8A0A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1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C0723C" w14:paraId="755F8C2E" w14:textId="624FE8C9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5C4EDA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5C4EDA" w:rsidR="005C4EDA" w:rsidTr="29B557FB" w14:paraId="15FAB089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C4EDA" w14:paraId="07921193" w14:textId="78D45E1C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 xml:space="preserve">Dostęp społeczeństwa do informacji o środowisku </w:t>
                  </w:r>
                </w:p>
              </w:tc>
              <w:tc>
                <w:tcPr>
                  <w:tcW w:w="1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C4EDA" w14:paraId="09B8EA21" w14:textId="7BD7CC0D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5C4EDA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5C4EDA" w:rsidR="005C4EDA" w:rsidTr="29B557FB" w14:paraId="7AFFE58D" w14:textId="77777777">
              <w:trPr>
                <w:trHeight w:val="522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5FBDB37F" w14:textId="062B55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C4EDA" w14:paraId="0B9C01DB" w14:textId="1D517E01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  <w:r w:rsidRPr="005C4EDA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</w:tbl>
          <w:p w:rsidRPr="005C4EDA" w:rsidR="0024120D" w:rsidP="0024120D" w:rsidRDefault="0024120D" w14:paraId="46165EDD" w14:textId="77777777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110DC6" w:rsidR="0085747A" w:rsidP="009C54AE" w:rsidRDefault="0085747A" w14:paraId="429B6B47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613691" w:rsidR="0085747A" w:rsidP="009C54AE" w:rsidRDefault="009F4610" w14:paraId="5F6F6C3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3691">
        <w:rPr>
          <w:rFonts w:ascii="Corbel" w:hAnsi="Corbel"/>
          <w:smallCaps w:val="0"/>
          <w:szCs w:val="24"/>
        </w:rPr>
        <w:t>3.4 Metody dydaktyczne</w:t>
      </w:r>
      <w:r w:rsidRPr="0061369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P="009C54AE" w:rsidRDefault="0085747A" w14:paraId="5097699F" w14:textId="696211F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613691" w:rsidR="00613691" w:rsidP="00613691" w:rsidRDefault="00613691" w14:paraId="7257E9AC" w14:textId="16C502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3691">
        <w:rPr>
          <w:rFonts w:ascii="Corbel" w:hAnsi="Corbel"/>
          <w:bCs/>
          <w:smallCaps w:val="0"/>
          <w:szCs w:val="24"/>
        </w:rPr>
        <w:t>Wykład:</w:t>
      </w:r>
      <w:r w:rsidRPr="00613691">
        <w:rPr>
          <w:rFonts w:ascii="Corbel" w:hAnsi="Corbel"/>
          <w:b w:val="0"/>
          <w:smallCaps w:val="0"/>
          <w:szCs w:val="24"/>
        </w:rPr>
        <w:t xml:space="preserve"> analiza </w:t>
      </w:r>
      <w:r w:rsidR="005C4EDA">
        <w:rPr>
          <w:rFonts w:ascii="Corbel" w:hAnsi="Corbel"/>
          <w:b w:val="0"/>
          <w:smallCaps w:val="0"/>
          <w:szCs w:val="24"/>
        </w:rPr>
        <w:t xml:space="preserve">i interpretacja </w:t>
      </w:r>
      <w:r w:rsidRPr="00613691">
        <w:rPr>
          <w:rFonts w:ascii="Corbel" w:hAnsi="Corbel"/>
          <w:b w:val="0"/>
          <w:smallCaps w:val="0"/>
          <w:szCs w:val="24"/>
        </w:rPr>
        <w:t>tekstów</w:t>
      </w:r>
      <w:r w:rsidR="005C4EDA">
        <w:rPr>
          <w:rFonts w:ascii="Corbel" w:hAnsi="Corbel"/>
          <w:b w:val="0"/>
          <w:smallCaps w:val="0"/>
          <w:szCs w:val="24"/>
        </w:rPr>
        <w:t xml:space="preserve"> źródłowych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613691">
        <w:rPr>
          <w:rFonts w:ascii="Corbel" w:hAnsi="Corbel"/>
          <w:b w:val="0"/>
          <w:smallCaps w:val="0"/>
          <w:szCs w:val="24"/>
        </w:rPr>
        <w:t>analiza przypadków</w:t>
      </w:r>
      <w:r w:rsidR="005C4EDA">
        <w:rPr>
          <w:rFonts w:ascii="Corbel" w:hAnsi="Corbel"/>
          <w:b w:val="0"/>
          <w:smallCaps w:val="0"/>
          <w:szCs w:val="24"/>
        </w:rPr>
        <w:t xml:space="preserve"> </w:t>
      </w:r>
      <w:r w:rsidRPr="00613691">
        <w:rPr>
          <w:rFonts w:ascii="Corbel" w:hAnsi="Corbel"/>
          <w:b w:val="0"/>
          <w:smallCaps w:val="0"/>
          <w:szCs w:val="24"/>
        </w:rPr>
        <w:t>oraz wybranych orzeczeń</w:t>
      </w:r>
      <w:r w:rsidR="007B026C">
        <w:rPr>
          <w:rFonts w:ascii="Corbel" w:hAnsi="Corbel"/>
          <w:b w:val="0"/>
          <w:smallCaps w:val="0"/>
          <w:szCs w:val="24"/>
        </w:rPr>
        <w:t>, prezentacje multimedialne</w:t>
      </w:r>
      <w:r w:rsidRPr="00613691">
        <w:rPr>
          <w:rFonts w:ascii="Corbel" w:hAnsi="Corbel"/>
          <w:b w:val="0"/>
          <w:smallCaps w:val="0"/>
          <w:szCs w:val="24"/>
        </w:rPr>
        <w:t>.</w:t>
      </w:r>
    </w:p>
    <w:p w:rsidR="00445F3B" w:rsidP="009C54AE" w:rsidRDefault="00445F3B" w14:paraId="6D0B75A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B026C" w:rsidR="0085747A" w:rsidP="009C54AE" w:rsidRDefault="00C61DC5" w14:paraId="6AAE0B85" w14:textId="63FFF29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BD8">
        <w:rPr>
          <w:rFonts w:ascii="Corbel" w:hAnsi="Corbel"/>
          <w:smallCaps w:val="0"/>
          <w:szCs w:val="24"/>
        </w:rPr>
        <w:t>4</w:t>
      </w:r>
      <w:r w:rsidRPr="007B026C">
        <w:rPr>
          <w:rFonts w:ascii="Corbel" w:hAnsi="Corbel"/>
          <w:smallCaps w:val="0"/>
          <w:szCs w:val="24"/>
        </w:rPr>
        <w:t xml:space="preserve">. </w:t>
      </w:r>
      <w:r w:rsidRPr="007B026C" w:rsidR="0085747A">
        <w:rPr>
          <w:rFonts w:ascii="Corbel" w:hAnsi="Corbel"/>
          <w:smallCaps w:val="0"/>
          <w:szCs w:val="24"/>
        </w:rPr>
        <w:t>METODY I KRYTERIA OCENY</w:t>
      </w:r>
      <w:r w:rsidRPr="007B026C" w:rsidR="009F4610">
        <w:rPr>
          <w:rFonts w:ascii="Corbel" w:hAnsi="Corbel"/>
          <w:smallCaps w:val="0"/>
          <w:szCs w:val="24"/>
        </w:rPr>
        <w:t xml:space="preserve"> </w:t>
      </w:r>
    </w:p>
    <w:p w:rsidRPr="007B026C" w:rsidR="00923D7D" w:rsidP="009C54AE" w:rsidRDefault="00923D7D" w14:paraId="31FCD4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B026C" w:rsidR="0085747A" w:rsidP="009C54AE" w:rsidRDefault="0085747A" w14:paraId="4B6544B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B026C">
        <w:rPr>
          <w:rFonts w:ascii="Corbel" w:hAnsi="Corbel"/>
          <w:smallCaps w:val="0"/>
          <w:szCs w:val="24"/>
        </w:rPr>
        <w:t xml:space="preserve">4.1 Sposoby weryfikacji efektów </w:t>
      </w:r>
      <w:r w:rsidRPr="007B026C" w:rsidR="00C05F44">
        <w:rPr>
          <w:rFonts w:ascii="Corbel" w:hAnsi="Corbel"/>
          <w:smallCaps w:val="0"/>
          <w:szCs w:val="24"/>
        </w:rPr>
        <w:t>uczenia się</w:t>
      </w:r>
    </w:p>
    <w:p w:rsidRPr="007B026C" w:rsidR="0085747A" w:rsidP="009C54AE" w:rsidRDefault="0085747A" w14:paraId="07096C4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7B026C" w:rsidR="007B026C" w:rsidTr="29B557FB" w14:paraId="4A1A00F1" w14:textId="77777777">
        <w:tc>
          <w:tcPr>
            <w:tcW w:w="1962" w:type="dxa"/>
            <w:tcMar/>
            <w:vAlign w:val="center"/>
          </w:tcPr>
          <w:p w:rsidRPr="007B026C" w:rsidR="0085747A" w:rsidP="009C54AE" w:rsidRDefault="0071620A" w14:paraId="0F8AE2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7B026C" w:rsidR="0085747A" w:rsidP="29B557FB" w:rsidRDefault="00A84C85" w14:paraId="5E26608F" w14:textId="294FB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9B557FB" w:rsidR="00A84C8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Metody oceny efektów uczenia </w:t>
            </w:r>
            <w:r w:rsidRPr="29B557FB" w:rsidR="3F10E3A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się </w:t>
            </w:r>
          </w:p>
          <w:p w:rsidRPr="007B026C" w:rsidR="0085747A" w:rsidP="009C54AE" w:rsidRDefault="009F4610" w14:paraId="01532E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7B026C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7B026C" w:rsidR="00923D7D" w:rsidP="009C54AE" w:rsidRDefault="0085747A" w14:paraId="6F3596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B026C" w:rsidR="0085747A" w:rsidP="009C54AE" w:rsidRDefault="0085747A" w14:paraId="75C964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7B026C" w:rsidR="007B026C" w:rsidTr="29B557FB" w14:paraId="22C977DB" w14:textId="77777777">
        <w:tc>
          <w:tcPr>
            <w:tcW w:w="1962" w:type="dxa"/>
            <w:tcMar/>
          </w:tcPr>
          <w:p w:rsidRPr="007B026C" w:rsidR="00DE1049" w:rsidP="00DE1049" w:rsidRDefault="00DE1049" w14:paraId="62A2FA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Mar/>
          </w:tcPr>
          <w:p w:rsidRPr="005B1272" w:rsidR="00DE1049" w:rsidP="00DE1049" w:rsidRDefault="00511A0D" w14:paraId="21610459" w14:textId="438D38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tcMar/>
          </w:tcPr>
          <w:p w:rsidRPr="005B1272" w:rsidR="00DE1049" w:rsidP="00DE1049" w:rsidRDefault="00545E31" w14:paraId="21F08275" w14:textId="47CF64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7B026C" w:rsidR="007B026C" w:rsidTr="29B557FB" w14:paraId="7FDAA5D6" w14:textId="77777777">
        <w:tc>
          <w:tcPr>
            <w:tcW w:w="1962" w:type="dxa"/>
            <w:tcMar/>
          </w:tcPr>
          <w:p w:rsidRPr="007B026C" w:rsidR="00DE1049" w:rsidP="00DE1049" w:rsidRDefault="00DE1049" w14:paraId="2607CC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5B1272" w:rsidR="00DE1049" w:rsidP="00DE1049" w:rsidRDefault="005B1272" w14:paraId="1441D538" w14:textId="1BBB40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tcMar/>
          </w:tcPr>
          <w:p w:rsidRPr="005B1272" w:rsidR="00DE1049" w:rsidP="00DE1049" w:rsidRDefault="00511A0D" w14:paraId="3C9D7692" w14:textId="557ED7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7B026C" w:rsidR="007B026C" w:rsidTr="29B557FB" w14:paraId="02E5B120" w14:textId="77777777">
        <w:tc>
          <w:tcPr>
            <w:tcW w:w="1962" w:type="dxa"/>
            <w:tcMar/>
          </w:tcPr>
          <w:p w:rsidRPr="007B026C" w:rsidR="00DE1049" w:rsidP="00DE1049" w:rsidRDefault="00DE1049" w14:paraId="02190B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Mar/>
          </w:tcPr>
          <w:p w:rsidRPr="005B1272" w:rsidR="00DE1049" w:rsidP="00DE1049" w:rsidRDefault="005B1272" w14:paraId="15C941B2" w14:textId="79AC6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tcMar/>
          </w:tcPr>
          <w:p w:rsidRPr="005B1272" w:rsidR="00DE1049" w:rsidP="00DE1049" w:rsidRDefault="00511A0D" w14:paraId="64EA12F2" w14:textId="7EF0B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7B026C" w:rsidR="007B026C" w:rsidTr="29B557FB" w14:paraId="14EC8BB0" w14:textId="77777777">
        <w:tc>
          <w:tcPr>
            <w:tcW w:w="1962" w:type="dxa"/>
            <w:tcMar/>
          </w:tcPr>
          <w:p w:rsidRPr="007B026C" w:rsidR="0011010D" w:rsidP="00DE1049" w:rsidRDefault="0011010D" w14:paraId="40C8B8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Mar/>
          </w:tcPr>
          <w:p w:rsidRPr="005B1272" w:rsidR="0011010D" w:rsidP="00DE1049" w:rsidRDefault="005B1272" w14:paraId="6F5F74BE" w14:textId="65C51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tcMar/>
          </w:tcPr>
          <w:p w:rsidRPr="005B1272" w:rsidR="0011010D" w:rsidP="00DE1049" w:rsidRDefault="00511A0D" w14:paraId="3C0E8AB8" w14:textId="2ED8E2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7B026C" w:rsidR="007B026C" w:rsidTr="29B557FB" w14:paraId="6F1B8DCE" w14:textId="77777777">
        <w:tc>
          <w:tcPr>
            <w:tcW w:w="1962" w:type="dxa"/>
            <w:tcMar/>
          </w:tcPr>
          <w:p w:rsidRPr="007B026C" w:rsidR="0011010D" w:rsidP="00DE1049" w:rsidRDefault="0011010D" w14:paraId="51B7A6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Mar/>
          </w:tcPr>
          <w:p w:rsidRPr="005B1272" w:rsidR="0011010D" w:rsidP="00DE1049" w:rsidRDefault="005B1272" w14:paraId="0D783BA7" w14:textId="54D7D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tcMar/>
          </w:tcPr>
          <w:p w:rsidRPr="005B1272" w:rsidR="0011010D" w:rsidP="00DE1049" w:rsidRDefault="00511A0D" w14:paraId="589534E8" w14:textId="54A9D2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7B026C" w:rsidR="007B026C" w:rsidTr="29B557FB" w14:paraId="0914145B" w14:textId="77777777">
        <w:tc>
          <w:tcPr>
            <w:tcW w:w="1962" w:type="dxa"/>
            <w:tcMar/>
          </w:tcPr>
          <w:p w:rsidRPr="007B026C" w:rsidR="000723AC" w:rsidP="00DE1049" w:rsidRDefault="000723AC" w14:paraId="0F1C1C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Mar/>
          </w:tcPr>
          <w:p w:rsidRPr="005B1272" w:rsidR="000723AC" w:rsidP="00DE1049" w:rsidRDefault="005B1272" w14:paraId="4488214F" w14:textId="773D79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tcMar/>
          </w:tcPr>
          <w:p w:rsidRPr="005B1272" w:rsidR="000723AC" w:rsidP="00DE1049" w:rsidRDefault="00511A0D" w14:paraId="35729D94" w14:textId="171191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:rsidRPr="00110DC6" w:rsidR="00923D7D" w:rsidP="009C54AE" w:rsidRDefault="00923D7D" w14:paraId="359D682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007BD8" w:rsidR="0085747A" w:rsidP="009C54AE" w:rsidRDefault="003E1941" w14:paraId="72B09DB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BD8">
        <w:rPr>
          <w:rFonts w:ascii="Corbel" w:hAnsi="Corbel"/>
          <w:smallCaps w:val="0"/>
          <w:szCs w:val="24"/>
        </w:rPr>
        <w:t xml:space="preserve">4.2 </w:t>
      </w:r>
      <w:r w:rsidRPr="00007BD8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007BD8" w:rsidR="00923D7D">
        <w:rPr>
          <w:rFonts w:ascii="Corbel" w:hAnsi="Corbel"/>
          <w:smallCaps w:val="0"/>
          <w:szCs w:val="24"/>
        </w:rPr>
        <w:t xml:space="preserve"> </w:t>
      </w:r>
    </w:p>
    <w:p w:rsidRPr="00007BD8" w:rsidR="00923D7D" w:rsidP="009C54AE" w:rsidRDefault="00923D7D" w14:paraId="7C9F6C9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07BD8" w:rsidR="00007BD8" w:rsidTr="3C2AB1E3" w14:paraId="59F60B22" w14:textId="77777777">
        <w:tc>
          <w:tcPr>
            <w:tcW w:w="9670" w:type="dxa"/>
            <w:tcMar/>
          </w:tcPr>
          <w:p w:rsidRPr="00007BD8" w:rsidR="0085747A" w:rsidP="3C2AB1E3" w:rsidRDefault="003F52FF" w14:paraId="020D1914" w14:textId="31140FAE">
            <w:pPr>
              <w:spacing w:before="0" w:after="0"/>
              <w:jc w:val="both"/>
            </w:pPr>
            <w:r w:rsidRPr="3C2AB1E3" w:rsidR="4D6FEAD5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3C2AB1E3" w:rsidR="4D6FEAD5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3C2AB1E3" w:rsidR="4D6FEAD5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3C2AB1E3" w:rsidR="4D6FEAD5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007BD8" w:rsidR="0085747A" w:rsidP="3C2AB1E3" w:rsidRDefault="003F52FF" w14:paraId="54DB2A0F" w14:textId="4B33EFDC">
            <w:pPr>
              <w:spacing w:before="0" w:after="0"/>
              <w:jc w:val="both"/>
            </w:pPr>
            <w:r w:rsidRPr="3C2AB1E3" w:rsidR="4D6FEAD5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3C2AB1E3" w:rsidR="4D6FEAD5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007BD8" w:rsidR="0085747A" w:rsidP="3C2AB1E3" w:rsidRDefault="003F52FF" w14:paraId="72D183DC" w14:textId="07D97892">
            <w:pPr>
              <w:spacing w:before="0" w:after="0"/>
              <w:jc w:val="both"/>
            </w:pPr>
            <w:r w:rsidRPr="3C2AB1E3" w:rsidR="4D6FEAD5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3C2AB1E3" w:rsidR="4D6FEAD5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007BD8" w:rsidR="0085747A" w:rsidP="3C2AB1E3" w:rsidRDefault="003F52FF" w14:paraId="4CEBB2F7" w14:textId="74608012">
            <w:pPr>
              <w:spacing w:before="0" w:after="0"/>
            </w:pPr>
            <w:r w:rsidRPr="3C2AB1E3" w:rsidR="4D6FEAD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007BD8" w:rsidR="0085747A" w:rsidP="3C2AB1E3" w:rsidRDefault="003F52FF" w14:paraId="32238279" w14:textId="1FFA813D">
            <w:pPr>
              <w:spacing w:before="0" w:after="0"/>
            </w:pPr>
            <w:r w:rsidRPr="3C2AB1E3" w:rsidR="4D6FEAD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007BD8" w:rsidR="0085747A" w:rsidP="3C2AB1E3" w:rsidRDefault="003F52FF" w14:paraId="5E677033" w14:textId="43DA74B0">
            <w:pPr>
              <w:spacing w:before="0" w:after="0"/>
            </w:pPr>
            <w:r w:rsidRPr="3C2AB1E3" w:rsidR="4D6FEAD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007BD8" w:rsidR="0085747A" w:rsidP="3C2AB1E3" w:rsidRDefault="003F52FF" w14:paraId="20B904B3" w14:textId="15A28828">
            <w:pPr>
              <w:spacing w:before="0" w:after="0"/>
            </w:pPr>
            <w:r w:rsidRPr="3C2AB1E3" w:rsidR="4D6FEAD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007BD8" w:rsidR="0085747A" w:rsidP="3C2AB1E3" w:rsidRDefault="003F52FF" w14:paraId="54C2712A" w14:textId="1E36B2FC">
            <w:pPr>
              <w:spacing w:before="0" w:after="0"/>
            </w:pPr>
            <w:r w:rsidRPr="3C2AB1E3" w:rsidR="4D6FEAD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007BD8" w:rsidR="0085747A" w:rsidP="3C2AB1E3" w:rsidRDefault="003F52FF" w14:paraId="2E13F41B" w14:textId="395A5857">
            <w:pPr>
              <w:spacing w:before="0" w:after="0"/>
            </w:pPr>
            <w:r w:rsidRPr="3C2AB1E3" w:rsidR="4D6FEAD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007BD8" w:rsidR="0085747A" w:rsidP="3C2AB1E3" w:rsidRDefault="003F52FF" w14:paraId="0238D954" w14:textId="37823CEE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110DC6" w:rsidR="0085747A" w:rsidP="009C54AE" w:rsidRDefault="0085747A" w14:paraId="4F160A3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7B026C" w:rsidR="009F4610" w:rsidP="009C54AE" w:rsidRDefault="0085747A" w14:paraId="1B92E24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BD8">
        <w:rPr>
          <w:rFonts w:ascii="Corbel" w:hAnsi="Corbel"/>
          <w:b/>
          <w:sz w:val="24"/>
          <w:szCs w:val="24"/>
        </w:rPr>
        <w:t xml:space="preserve">5. </w:t>
      </w:r>
      <w:r w:rsidRPr="007B026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7B026C" w:rsidR="0085747A" w:rsidP="009C54AE" w:rsidRDefault="0085747A" w14:paraId="6CFFB91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7B026C" w:rsidR="007B026C" w:rsidTr="003E1941" w14:paraId="7A6AAC45" w14:textId="77777777">
        <w:tc>
          <w:tcPr>
            <w:tcW w:w="4962" w:type="dxa"/>
            <w:vAlign w:val="center"/>
          </w:tcPr>
          <w:p w:rsidRPr="007B026C" w:rsidR="0085747A" w:rsidP="009C54AE" w:rsidRDefault="00C61DC5" w14:paraId="296DD9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B026C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7B026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B026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7B026C" w:rsidR="0085747A" w:rsidP="009C54AE" w:rsidRDefault="00C61DC5" w14:paraId="76461A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B026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B026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B026C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B026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B026C" w:rsidR="007B026C" w:rsidTr="00923D7D" w14:paraId="4B05B359" w14:textId="77777777">
        <w:tc>
          <w:tcPr>
            <w:tcW w:w="4962" w:type="dxa"/>
          </w:tcPr>
          <w:p w:rsidRPr="007B026C" w:rsidR="0085747A" w:rsidP="009C54AE" w:rsidRDefault="008A0A7D" w14:paraId="695FBF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Pr="007B026C" w:rsidR="0085747A" w:rsidP="003F52FF" w:rsidRDefault="007B026C" w14:paraId="04F24C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Pr="007B026C" w:rsidR="00D0484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B026C">
              <w:rPr>
                <w:rFonts w:ascii="Corbel" w:hAnsi="Corbel"/>
                <w:sz w:val="24"/>
                <w:szCs w:val="24"/>
              </w:rPr>
              <w:t>15</w:t>
            </w:r>
            <w:r w:rsidRPr="007B026C" w:rsidR="00D0484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7B026C" w:rsidR="007B026C" w:rsidP="003F52FF" w:rsidRDefault="007B026C" w14:paraId="194D7171" w14:textId="3F3BF6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7B026C" w:rsidR="007B026C" w:rsidTr="00923D7D" w14:paraId="5802D4BB" w14:textId="77777777">
        <w:tc>
          <w:tcPr>
            <w:tcW w:w="4962" w:type="dxa"/>
          </w:tcPr>
          <w:p w:rsidRPr="007B026C" w:rsidR="00C61DC5" w:rsidP="009C54AE" w:rsidRDefault="00C61DC5" w14:paraId="34BE39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7B026C" w:rsidR="00C61DC5" w:rsidP="009C54AE" w:rsidRDefault="00C61DC5" w14:paraId="00A221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7B026C" w:rsidR="00C61DC5" w:rsidP="00D04844" w:rsidRDefault="003F52FF" w14:paraId="66E41B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Udz</w:t>
            </w:r>
            <w:r w:rsidRPr="007B026C" w:rsidR="00D04844">
              <w:rPr>
                <w:rFonts w:ascii="Corbel" w:hAnsi="Corbel"/>
                <w:sz w:val="24"/>
                <w:szCs w:val="24"/>
              </w:rPr>
              <w:t xml:space="preserve">iał w zaliczeniu </w:t>
            </w:r>
            <w:r w:rsidRPr="007B026C" w:rsidR="002F799B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B026C" w:rsidR="0024120D">
              <w:rPr>
                <w:rFonts w:ascii="Corbel" w:hAnsi="Corbel"/>
                <w:sz w:val="24"/>
                <w:szCs w:val="24"/>
              </w:rPr>
              <w:t>2</w:t>
            </w:r>
            <w:r w:rsidRPr="007B026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7B026C" w:rsidR="007B026C" w:rsidTr="00923D7D" w14:paraId="785B0F2F" w14:textId="77777777">
        <w:tc>
          <w:tcPr>
            <w:tcW w:w="4962" w:type="dxa"/>
          </w:tcPr>
          <w:p w:rsidRPr="007B026C" w:rsidR="0071620A" w:rsidP="009C54AE" w:rsidRDefault="00C61DC5" w14:paraId="7FA7F8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7B026C" w:rsidR="00C61DC5" w:rsidP="009C54AE" w:rsidRDefault="00C61DC5" w14:paraId="69FBF0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7B026C" w:rsidR="00C61DC5" w:rsidP="003F52FF" w:rsidRDefault="00D04844" w14:paraId="0146F8E9" w14:textId="304851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Przygotowanie do zaliczenia</w:t>
            </w:r>
            <w:r w:rsidRPr="007B026C" w:rsidR="002F799B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7B026C" w:rsidR="003F52FF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38C">
              <w:rPr>
                <w:rFonts w:ascii="Corbel" w:hAnsi="Corbel"/>
                <w:sz w:val="24"/>
                <w:szCs w:val="24"/>
              </w:rPr>
              <w:t>90</w:t>
            </w:r>
            <w:r w:rsidRPr="007B026C"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7B026C" w:rsidR="003F52FF" w:rsidP="00676775" w:rsidRDefault="003F52FF" w14:paraId="1AC7A6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7B026C" w:rsidR="007B026C" w:rsidTr="00923D7D" w14:paraId="70B59D40" w14:textId="77777777">
        <w:tc>
          <w:tcPr>
            <w:tcW w:w="4962" w:type="dxa"/>
          </w:tcPr>
          <w:p w:rsidRPr="007B026C" w:rsidR="0085747A" w:rsidP="009C54AE" w:rsidRDefault="0085747A" w14:paraId="586281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7B026C" w:rsidR="0085747A" w:rsidP="003F52FF" w:rsidRDefault="00676775" w14:paraId="561EA53B" w14:textId="2C5883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1</w:t>
            </w:r>
            <w:r w:rsidR="0074038C">
              <w:rPr>
                <w:rFonts w:ascii="Corbel" w:hAnsi="Corbel"/>
                <w:sz w:val="24"/>
                <w:szCs w:val="24"/>
              </w:rPr>
              <w:t>07</w:t>
            </w:r>
            <w:r w:rsidRPr="007B026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7B026C" w:rsidR="007B026C" w:rsidTr="00923D7D" w14:paraId="1B3BF942" w14:textId="77777777">
        <w:tc>
          <w:tcPr>
            <w:tcW w:w="4962" w:type="dxa"/>
          </w:tcPr>
          <w:p w:rsidRPr="007B026C" w:rsidR="0085747A" w:rsidP="009C54AE" w:rsidRDefault="0085747A" w14:paraId="025E91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B026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7B026C" w:rsidR="0085747A" w:rsidP="003F52FF" w:rsidRDefault="00676775" w14:paraId="010AED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7B026C" w:rsidR="0085747A" w:rsidP="009C54AE" w:rsidRDefault="00923D7D" w14:paraId="66D6170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B026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B026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B026C" w:rsidR="003E1941" w:rsidP="009C54AE" w:rsidRDefault="003E1941" w14:paraId="3E3DA4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B026C" w:rsidR="0085747A" w:rsidP="009C54AE" w:rsidRDefault="0071620A" w14:paraId="5DCC1DC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B026C">
        <w:rPr>
          <w:rFonts w:ascii="Corbel" w:hAnsi="Corbel"/>
          <w:smallCaps w:val="0"/>
          <w:szCs w:val="24"/>
        </w:rPr>
        <w:t xml:space="preserve">6. </w:t>
      </w:r>
      <w:r w:rsidRPr="007B026C" w:rsidR="0085747A">
        <w:rPr>
          <w:rFonts w:ascii="Corbel" w:hAnsi="Corbel"/>
          <w:smallCaps w:val="0"/>
          <w:szCs w:val="24"/>
        </w:rPr>
        <w:t>PRAKTYKI ZAWO</w:t>
      </w:r>
      <w:r w:rsidRPr="007B026C" w:rsidR="008A0A7D">
        <w:rPr>
          <w:rFonts w:ascii="Corbel" w:hAnsi="Corbel"/>
          <w:smallCaps w:val="0"/>
          <w:szCs w:val="24"/>
        </w:rPr>
        <w:t>DOWE W RAMACH PRZEDMIOTU</w:t>
      </w:r>
      <w:r w:rsidRPr="007B026C">
        <w:rPr>
          <w:rFonts w:ascii="Corbel" w:hAnsi="Corbel"/>
          <w:smallCaps w:val="0"/>
          <w:szCs w:val="24"/>
        </w:rPr>
        <w:t xml:space="preserve"> </w:t>
      </w:r>
    </w:p>
    <w:p w:rsidRPr="007B026C" w:rsidR="0085747A" w:rsidP="009C54AE" w:rsidRDefault="0085747A" w14:paraId="7A9E5F6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70"/>
        <w:gridCol w:w="5450"/>
      </w:tblGrid>
      <w:tr w:rsidRPr="007B026C" w:rsidR="007B026C" w:rsidTr="29B557FB" w14:paraId="41AA12B7" w14:textId="77777777">
        <w:trPr>
          <w:trHeight w:val="397"/>
        </w:trPr>
        <w:tc>
          <w:tcPr>
            <w:tcW w:w="4111" w:type="dxa"/>
            <w:tcMar/>
          </w:tcPr>
          <w:p w:rsidRPr="007B026C" w:rsidR="00275C2A" w:rsidP="00275C2A" w:rsidRDefault="00275C2A" w14:paraId="28C01B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r2bl w:val="single" w:color="auto" w:sz="4" w:space="0"/>
            </w:tcBorders>
            <w:tcMar/>
          </w:tcPr>
          <w:p w:rsidRPr="007B026C" w:rsidR="00275C2A" w:rsidP="29B557FB" w:rsidRDefault="00275C2A" w14:paraId="6CF9AE8C" w14:textId="2FF15F2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9B557FB" w:rsidR="0E2C3DF9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  <w:tr w:rsidRPr="007B026C" w:rsidR="002B03B4" w:rsidTr="29B557FB" w14:paraId="69D6A292" w14:textId="77777777">
        <w:trPr>
          <w:trHeight w:val="397"/>
        </w:trPr>
        <w:tc>
          <w:tcPr>
            <w:tcW w:w="4111" w:type="dxa"/>
            <w:tcMar/>
          </w:tcPr>
          <w:p w:rsidRPr="007B026C" w:rsidR="00275C2A" w:rsidP="00275C2A" w:rsidRDefault="00275C2A" w14:paraId="349CD9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r2bl w:val="single" w:color="auto" w:sz="4" w:space="0"/>
            </w:tcBorders>
            <w:tcMar/>
          </w:tcPr>
          <w:p w:rsidRPr="007B026C" w:rsidR="00275C2A" w:rsidP="29B557FB" w:rsidRDefault="00275C2A" w14:paraId="003E1C77" w14:textId="05ABA23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9B557FB" w:rsidR="14538F6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Nie dotyczy </w:t>
            </w:r>
          </w:p>
        </w:tc>
      </w:tr>
    </w:tbl>
    <w:p w:rsidRPr="007B026C" w:rsidR="003E1941" w:rsidP="009C54AE" w:rsidRDefault="003E1941" w14:paraId="6A27B4B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B026C" w:rsidR="0085747A" w:rsidP="009C54AE" w:rsidRDefault="00675843" w14:paraId="104D04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B026C">
        <w:rPr>
          <w:rFonts w:ascii="Corbel" w:hAnsi="Corbel"/>
          <w:smallCaps w:val="0"/>
          <w:szCs w:val="24"/>
        </w:rPr>
        <w:t xml:space="preserve">7. </w:t>
      </w:r>
      <w:r w:rsidRPr="007B026C" w:rsidR="0085747A">
        <w:rPr>
          <w:rFonts w:ascii="Corbel" w:hAnsi="Corbel"/>
          <w:smallCaps w:val="0"/>
          <w:szCs w:val="24"/>
        </w:rPr>
        <w:t>LITERATURA</w:t>
      </w:r>
      <w:r w:rsidRPr="007B026C">
        <w:rPr>
          <w:rFonts w:ascii="Corbel" w:hAnsi="Corbel"/>
          <w:smallCaps w:val="0"/>
          <w:szCs w:val="24"/>
        </w:rPr>
        <w:t xml:space="preserve"> </w:t>
      </w:r>
    </w:p>
    <w:p w:rsidRPr="00110DC6" w:rsidR="00675843" w:rsidP="009C54AE" w:rsidRDefault="00675843" w14:paraId="75BF413B" w14:textId="77777777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10DC6" w:rsidR="00110DC6" w:rsidTr="29B557FB" w14:paraId="5C62469C" w14:textId="77777777">
        <w:trPr>
          <w:trHeight w:val="397"/>
        </w:trPr>
        <w:tc>
          <w:tcPr>
            <w:tcW w:w="9639" w:type="dxa"/>
            <w:tcMar/>
          </w:tcPr>
          <w:p w:rsidRPr="007B026C" w:rsidR="0085747A" w:rsidP="29B557FB" w:rsidRDefault="0085747A" w14:paraId="45367D2E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9B557FB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29B557FB" w:rsidP="29B557FB" w:rsidRDefault="29B557FB" w14:paraId="374D98D7" w14:textId="55EB604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7B026C" w:rsidR="00676775" w:rsidP="00676775" w:rsidRDefault="00676775" w14:paraId="566D1438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7B026C">
              <w:rPr>
                <w:rFonts w:ascii="Corbel" w:hAnsi="Corbel" w:eastAsia="Cambria"/>
              </w:rPr>
              <w:t xml:space="preserve">M. Górski (red.), Prawo ochrony środowiska, Wolters Kluwer 2018, </w:t>
            </w:r>
          </w:p>
          <w:p w:rsidRPr="007B026C" w:rsidR="00676775" w:rsidP="00676775" w:rsidRDefault="00676775" w14:paraId="31AD7F43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7B026C">
              <w:rPr>
                <w:rFonts w:ascii="Corbel" w:hAnsi="Corbel" w:eastAsia="Cambria"/>
              </w:rPr>
              <w:t>B. Rakoczy, B. Wierzbowski, Prawo ochrony środowiska. Zagadnienia podstawowe, Wolters Kluwer Polska 2018,</w:t>
            </w:r>
          </w:p>
          <w:p w:rsidRPr="007B026C" w:rsidR="00676775" w:rsidP="00676775" w:rsidRDefault="00676775" w14:paraId="67F7FBCA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7B026C">
              <w:rPr>
                <w:rFonts w:ascii="Corbel" w:hAnsi="Corbel" w:eastAsia="Cambria"/>
              </w:rPr>
              <w:t>J. Boć, K. Nowacki, E. Samborska-Boć, Ochrona środowiska, Wrocław 2005,</w:t>
            </w:r>
          </w:p>
          <w:p w:rsidRPr="007B026C" w:rsidR="00ED0422" w:rsidP="00ED0422" w:rsidRDefault="00676775" w14:paraId="6140F04E" w14:textId="0DF18DF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29B557FB" w:rsidR="62D1BC1A">
              <w:rPr>
                <w:rFonts w:ascii="Corbel" w:hAnsi="Corbel" w:eastAsia="Cambria"/>
              </w:rPr>
              <w:t>J. Stelmasiak (</w:t>
            </w:r>
            <w:proofErr w:type="gramStart"/>
            <w:r w:rsidRPr="29B557FB" w:rsidR="62D1BC1A">
              <w:rPr>
                <w:rFonts w:ascii="Corbel" w:hAnsi="Corbel" w:eastAsia="Cambria"/>
              </w:rPr>
              <w:t>red.)Prawo</w:t>
            </w:r>
            <w:proofErr w:type="gramEnd"/>
            <w:r w:rsidRPr="29B557FB" w:rsidR="62D1BC1A">
              <w:rPr>
                <w:rFonts w:ascii="Corbel" w:hAnsi="Corbel" w:eastAsia="Cambria"/>
              </w:rPr>
              <w:t xml:space="preserve"> ochrony środowiska, </w:t>
            </w:r>
            <w:proofErr w:type="spellStart"/>
            <w:r w:rsidRPr="29B557FB" w:rsidR="62D1BC1A">
              <w:rPr>
                <w:rFonts w:ascii="Corbel" w:hAnsi="Corbel" w:eastAsia="Cambria"/>
              </w:rPr>
              <w:t>LexisNexis</w:t>
            </w:r>
            <w:proofErr w:type="spellEnd"/>
            <w:r w:rsidRPr="29B557FB" w:rsidR="62D1BC1A">
              <w:rPr>
                <w:rFonts w:ascii="Corbel" w:hAnsi="Corbel" w:eastAsia="Cambria"/>
              </w:rPr>
              <w:t xml:space="preserve"> - Warszawa 2009.</w:t>
            </w:r>
          </w:p>
          <w:p w:rsidRPr="007B026C" w:rsidR="00ED0422" w:rsidP="29B557FB" w:rsidRDefault="00676775" w14:paraId="2F83550B" w14:textId="1646219A">
            <w:pPr>
              <w:pStyle w:val="Normalny"/>
              <w:spacing w:after="0" w:line="240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  <w:tr w:rsidRPr="00110DC6" w:rsidR="002B03B4" w:rsidTr="29B557FB" w14:paraId="078096DF" w14:textId="77777777">
        <w:trPr>
          <w:trHeight w:val="397"/>
        </w:trPr>
        <w:tc>
          <w:tcPr>
            <w:tcW w:w="9639" w:type="dxa"/>
            <w:tcMar/>
          </w:tcPr>
          <w:p w:rsidRPr="007B026C" w:rsidR="0085747A" w:rsidP="29B557FB" w:rsidRDefault="0085747A" w14:paraId="413BB0AE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9B557FB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29B557FB" w:rsidP="29B557FB" w:rsidRDefault="29B557FB" w14:paraId="4C884188" w14:textId="298AF18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7B026C" w:rsidR="00676775" w:rsidP="00676775" w:rsidRDefault="00676775" w14:paraId="29F5CD2B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7B026C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:rsidRPr="007B026C" w:rsidR="00676775" w:rsidP="00676775" w:rsidRDefault="00676775" w14:paraId="55CCA8D0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7B026C">
              <w:rPr>
                <w:rFonts w:eastAsia="Cambria" w:cs="Times-Roman"/>
                <w:lang w:eastAsia="pl-PL"/>
              </w:rPr>
              <w:t>E. Ura, S. Pieprzny, Problemy współczesnej administracji w Polsce, Rzeszów 2</w:t>
            </w:r>
            <w:r w:rsidRPr="007B026C" w:rsidR="002F799B">
              <w:rPr>
                <w:rFonts w:eastAsia="Cambria" w:cs="Times-Roman"/>
                <w:lang w:eastAsia="pl-PL"/>
              </w:rPr>
              <w:t>016,</w:t>
            </w:r>
          </w:p>
          <w:p w:rsidRPr="007B026C" w:rsidR="00676775" w:rsidP="00676775" w:rsidRDefault="00676775" w14:paraId="27750443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7B026C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:rsidRPr="007B026C" w:rsidR="00676775" w:rsidP="00676775" w:rsidRDefault="00676775" w14:paraId="4F3149DE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7B026C">
              <w:rPr>
                <w:rFonts w:eastAsia="Cambria" w:cs="Times-Roman"/>
                <w:lang w:eastAsia="pl-PL"/>
              </w:rPr>
              <w:t>J. Jendrośka (red.), M. Bar, Z. Bukowski, J. Jerzmański, S. Urban, Leksykon prawa ochrony środowiska, WoltersKluwer, Warszawa 2012,</w:t>
            </w:r>
          </w:p>
          <w:p w:rsidRPr="007B026C" w:rsidR="00676775" w:rsidP="00676775" w:rsidRDefault="00676775" w14:paraId="30EBA716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7B026C">
              <w:rPr>
                <w:rFonts w:eastAsia="Cambria" w:cs="Times-Roman"/>
                <w:lang w:eastAsia="pl-PL"/>
              </w:rPr>
              <w:t>J. Ciechanowicz-McLean, Prawo ochrony i zarządz</w:t>
            </w:r>
            <w:r w:rsidRPr="007B026C" w:rsidR="00C71AF4">
              <w:rPr>
                <w:rFonts w:eastAsia="Cambria" w:cs="Times-Roman"/>
                <w:lang w:eastAsia="pl-PL"/>
              </w:rPr>
              <w:t>ania środowiskiem, Warszawa 2019</w:t>
            </w:r>
            <w:r w:rsidRPr="007B026C">
              <w:rPr>
                <w:rFonts w:eastAsia="Cambria" w:cs="Times-Roman"/>
                <w:lang w:eastAsia="pl-PL"/>
              </w:rPr>
              <w:t>,</w:t>
            </w:r>
          </w:p>
          <w:p w:rsidRPr="007B026C" w:rsidR="00676775" w:rsidP="00676775" w:rsidRDefault="00676775" w14:paraId="5B75BDDF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7B026C">
              <w:rPr>
                <w:rFonts w:eastAsia="Cambria" w:cs="Times-Roman"/>
                <w:lang w:eastAsia="pl-PL"/>
              </w:rPr>
              <w:t>E. Symonides, Ochrona przyrody, Warszawa 2014,</w:t>
            </w:r>
          </w:p>
          <w:p w:rsidRPr="007B026C" w:rsidR="00835A90" w:rsidP="00676775" w:rsidRDefault="00676775" w14:paraId="4F020DC5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7B026C">
              <w:rPr>
                <w:rFonts w:eastAsia="Cambria" w:cs="Times-Roman"/>
                <w:lang w:eastAsia="pl-PL"/>
              </w:rPr>
              <w:t>M. Bar, M. Górski, J. Jendrośka, J. Jerzmański, M. Pchałek, W. Radecki, S. Urban, Prawo ochrony środowi</w:t>
            </w:r>
            <w:r w:rsidRPr="007B026C" w:rsidR="002F799B">
              <w:rPr>
                <w:rFonts w:eastAsia="Cambria" w:cs="Times-Roman"/>
                <w:lang w:eastAsia="pl-PL"/>
              </w:rPr>
              <w:t>ska. Komentarz, C. H. BECK 2019,</w:t>
            </w:r>
          </w:p>
          <w:p w:rsidRPr="007B026C" w:rsidR="00C71AF4" w:rsidP="00676775" w:rsidRDefault="00C71AF4" w14:paraId="1CD71EC7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7B026C">
              <w:rPr>
                <w:rFonts w:eastAsia="Cambria" w:cs="Times-Roman"/>
                <w:lang w:eastAsia="pl-PL"/>
              </w:rPr>
              <w:t>B. Rakoczy, Ochrona środowiska w praktyce gmin</w:t>
            </w:r>
            <w:r w:rsidRPr="007B026C" w:rsidR="002F799B">
              <w:rPr>
                <w:rFonts w:eastAsia="Cambria" w:cs="Times-Roman"/>
                <w:lang w:eastAsia="pl-PL"/>
              </w:rPr>
              <w:t>, Wolters Kluwer, Warszawa 2020,</w:t>
            </w:r>
            <w:r w:rsidRPr="007B026C">
              <w:rPr>
                <w:rFonts w:eastAsia="Cambria" w:cs="Times-Roman"/>
                <w:lang w:eastAsia="pl-PL"/>
              </w:rPr>
              <w:t xml:space="preserve"> </w:t>
            </w:r>
          </w:p>
          <w:p w:rsidRPr="007B026C" w:rsidR="00947C53" w:rsidP="00676775" w:rsidRDefault="00947C53" w14:paraId="03C47477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7B026C">
              <w:rPr>
                <w:rFonts w:eastAsia="Cambria"/>
              </w:rPr>
              <w:t>K. Gruszecki, Ustawa o ochronie przyrody. Komentarz, Wolters Kl</w:t>
            </w:r>
            <w:r w:rsidRPr="007B026C" w:rsidR="00811023">
              <w:rPr>
                <w:rFonts w:eastAsia="Cambria"/>
              </w:rPr>
              <w:t>uwer, Warszawa 2021</w:t>
            </w:r>
            <w:r w:rsidRPr="007B026C" w:rsidR="002F799B">
              <w:rPr>
                <w:rFonts w:eastAsia="Cambria"/>
              </w:rPr>
              <w:t>,</w:t>
            </w:r>
            <w:r w:rsidRPr="007B026C">
              <w:rPr>
                <w:rFonts w:eastAsia="Cambria"/>
              </w:rPr>
              <w:t xml:space="preserve"> </w:t>
            </w:r>
          </w:p>
          <w:p w:rsidR="00811023" w:rsidP="00676775" w:rsidRDefault="00811023" w14:paraId="52516FF3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7B026C">
              <w:rPr>
                <w:rFonts w:eastAsia="Cambria"/>
              </w:rPr>
              <w:t>B. Rakoczy, Ochrona środowiska w praktyce gminy, Wolters Kluwer, Warszawa 2020.</w:t>
            </w:r>
          </w:p>
          <w:p w:rsidR="0088785F" w:rsidP="0088785F" w:rsidRDefault="0088785F" w14:paraId="1A98D718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Artur Mazurkiewicz, Administracyjne kary pieniężne w prawie ochrony środowiska jako instrumenty oddziaływania prawno-ekonomicznego [w:] Człowiek pomiędzy prawem a ekonomią w procesie integracji europejskiej, G. Dammacco, B. Sitek, O. Cabaj (red.), Olsztyn-Bari 2008,</w:t>
            </w:r>
          </w:p>
          <w:p w:rsidR="0088785F" w:rsidP="0087770F" w:rsidRDefault="0087770F" w14:paraId="173BF694" w14:textId="459565A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Artur Mazurkiewicz, </w:t>
            </w:r>
            <w:r w:rsidR="0088785F">
              <w:rPr>
                <w:rFonts w:eastAsia="Cambria"/>
              </w:rPr>
              <w:t xml:space="preserve">Podmiotowa, </w:t>
            </w:r>
            <w:r>
              <w:rPr>
                <w:rFonts w:eastAsia="Cambria"/>
              </w:rPr>
              <w:t>przedmiotowa i przestrzenna reglamentacja ochrony prawnej zwierząt [w:] Administracja publiczna a ochrona przyrody. Zagadnienia ekonomiczne, społeczne oraz prawne, M. Górski, M. Niedziółka, R. Stec, D. Strus (red.), Warszawa 2012.</w:t>
            </w:r>
          </w:p>
          <w:p w:rsidRPr="0087770F" w:rsidR="0087770F" w:rsidP="0087770F" w:rsidRDefault="0087770F" w14:paraId="22B4A73D" w14:textId="794ED0E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lastRenderedPageBreak/>
              <w:t xml:space="preserve">Artur Mazurkiewicz, </w:t>
            </w:r>
            <w:r w:rsidR="003827F1">
              <w:rPr>
                <w:rFonts w:eastAsia="Cambria"/>
              </w:rPr>
              <w:t>Problematyka implementacji prawa wspólnotowego w zakresie ochrony środowiska do polskiego systemu prawnego</w:t>
            </w:r>
            <w:r w:rsidR="0090128F">
              <w:rPr>
                <w:rFonts w:eastAsia="Cambria"/>
              </w:rPr>
              <w:t xml:space="preserve"> [w:] Prawo ochrony przyrody. Stan obecny, problemy, perspektywy, D. Kopeć, N. Ratajczyk (red.), Łódź 2008. </w:t>
            </w:r>
          </w:p>
        </w:tc>
      </w:tr>
    </w:tbl>
    <w:p w:rsidRPr="00110DC6" w:rsidR="0085747A" w:rsidP="009C54AE" w:rsidRDefault="0085747A" w14:paraId="6B2895F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:rsidRPr="00110DC6" w:rsidR="0085747A" w:rsidP="009C54AE" w:rsidRDefault="0085747A" w14:paraId="0F0E245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:rsidRPr="00007BD8" w:rsidR="0085747A" w:rsidP="00F83B28" w:rsidRDefault="0085747A" w14:paraId="2C94B79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BD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007BD8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4B3E" w:rsidP="00C16ABF" w:rsidRDefault="002A4B3E" w14:paraId="03D8323F" w14:textId="77777777">
      <w:pPr>
        <w:spacing w:after="0" w:line="240" w:lineRule="auto"/>
      </w:pPr>
      <w:r>
        <w:separator/>
      </w:r>
    </w:p>
  </w:endnote>
  <w:endnote w:type="continuationSeparator" w:id="0">
    <w:p w:rsidR="002A4B3E" w:rsidP="00C16ABF" w:rsidRDefault="002A4B3E" w14:paraId="29A0290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4B3E" w:rsidP="00C16ABF" w:rsidRDefault="002A4B3E" w14:paraId="5012C918" w14:textId="77777777">
      <w:pPr>
        <w:spacing w:after="0" w:line="240" w:lineRule="auto"/>
      </w:pPr>
      <w:r>
        <w:separator/>
      </w:r>
    </w:p>
  </w:footnote>
  <w:footnote w:type="continuationSeparator" w:id="0">
    <w:p w:rsidR="002A4B3E" w:rsidP="00C16ABF" w:rsidRDefault="002A4B3E" w14:paraId="1854364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F69C55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8EC0C6F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37214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BD8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015A"/>
    <w:rsid w:val="000A296F"/>
    <w:rsid w:val="000A2A28"/>
    <w:rsid w:val="000B192D"/>
    <w:rsid w:val="000B28EE"/>
    <w:rsid w:val="000B3E37"/>
    <w:rsid w:val="000D04B0"/>
    <w:rsid w:val="000F1C57"/>
    <w:rsid w:val="000F5615"/>
    <w:rsid w:val="0011010D"/>
    <w:rsid w:val="00110DC6"/>
    <w:rsid w:val="00124BFF"/>
    <w:rsid w:val="0012560E"/>
    <w:rsid w:val="00127108"/>
    <w:rsid w:val="00134B13"/>
    <w:rsid w:val="00146BC0"/>
    <w:rsid w:val="0014785F"/>
    <w:rsid w:val="00153C41"/>
    <w:rsid w:val="00154381"/>
    <w:rsid w:val="001640A7"/>
    <w:rsid w:val="00164FA7"/>
    <w:rsid w:val="00166A03"/>
    <w:rsid w:val="00166CBF"/>
    <w:rsid w:val="001718A7"/>
    <w:rsid w:val="001722CE"/>
    <w:rsid w:val="001737CF"/>
    <w:rsid w:val="00176083"/>
    <w:rsid w:val="00192F37"/>
    <w:rsid w:val="001A5746"/>
    <w:rsid w:val="001A70D2"/>
    <w:rsid w:val="001C3AD1"/>
    <w:rsid w:val="001D657B"/>
    <w:rsid w:val="001D7B54"/>
    <w:rsid w:val="001E0209"/>
    <w:rsid w:val="001F2CA2"/>
    <w:rsid w:val="002144C0"/>
    <w:rsid w:val="00216C08"/>
    <w:rsid w:val="0022477D"/>
    <w:rsid w:val="002278A9"/>
    <w:rsid w:val="002336F9"/>
    <w:rsid w:val="002357C8"/>
    <w:rsid w:val="0024028F"/>
    <w:rsid w:val="0024120D"/>
    <w:rsid w:val="00244ABC"/>
    <w:rsid w:val="00247B98"/>
    <w:rsid w:val="00275C2A"/>
    <w:rsid w:val="002771CC"/>
    <w:rsid w:val="002813EF"/>
    <w:rsid w:val="002818B0"/>
    <w:rsid w:val="00281FF2"/>
    <w:rsid w:val="002857DE"/>
    <w:rsid w:val="00291567"/>
    <w:rsid w:val="00295E05"/>
    <w:rsid w:val="002A22BF"/>
    <w:rsid w:val="002A2389"/>
    <w:rsid w:val="002A4B3E"/>
    <w:rsid w:val="002A671D"/>
    <w:rsid w:val="002B03B4"/>
    <w:rsid w:val="002B4D55"/>
    <w:rsid w:val="002B5EA0"/>
    <w:rsid w:val="002B6119"/>
    <w:rsid w:val="002C1F06"/>
    <w:rsid w:val="002D3375"/>
    <w:rsid w:val="002D73D4"/>
    <w:rsid w:val="002F02A3"/>
    <w:rsid w:val="002F4ABE"/>
    <w:rsid w:val="002F799B"/>
    <w:rsid w:val="003018BA"/>
    <w:rsid w:val="0030395F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67A7A"/>
    <w:rsid w:val="003827F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01BAF"/>
    <w:rsid w:val="00414E3C"/>
    <w:rsid w:val="00421FB3"/>
    <w:rsid w:val="0042244A"/>
    <w:rsid w:val="0042669F"/>
    <w:rsid w:val="0042745A"/>
    <w:rsid w:val="00431D5C"/>
    <w:rsid w:val="004362C6"/>
    <w:rsid w:val="00437FA2"/>
    <w:rsid w:val="00445970"/>
    <w:rsid w:val="00445F3B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1A0D"/>
    <w:rsid w:val="00513B6F"/>
    <w:rsid w:val="00515D32"/>
    <w:rsid w:val="00517C63"/>
    <w:rsid w:val="005363C4"/>
    <w:rsid w:val="00536BDE"/>
    <w:rsid w:val="00543ACC"/>
    <w:rsid w:val="00545E31"/>
    <w:rsid w:val="00547F29"/>
    <w:rsid w:val="0056696D"/>
    <w:rsid w:val="00571B4C"/>
    <w:rsid w:val="0059484D"/>
    <w:rsid w:val="005A0855"/>
    <w:rsid w:val="005A3196"/>
    <w:rsid w:val="005B1272"/>
    <w:rsid w:val="005B675A"/>
    <w:rsid w:val="005C080F"/>
    <w:rsid w:val="005C0B96"/>
    <w:rsid w:val="005C4EDA"/>
    <w:rsid w:val="005C55E5"/>
    <w:rsid w:val="005C696A"/>
    <w:rsid w:val="005D771B"/>
    <w:rsid w:val="005E05FD"/>
    <w:rsid w:val="005E079D"/>
    <w:rsid w:val="005E0E3E"/>
    <w:rsid w:val="005E6E85"/>
    <w:rsid w:val="005F0913"/>
    <w:rsid w:val="005F31D2"/>
    <w:rsid w:val="0061029B"/>
    <w:rsid w:val="00613691"/>
    <w:rsid w:val="00617230"/>
    <w:rsid w:val="00621CE1"/>
    <w:rsid w:val="006262CA"/>
    <w:rsid w:val="00627FC9"/>
    <w:rsid w:val="00647FA8"/>
    <w:rsid w:val="00650C5F"/>
    <w:rsid w:val="00654934"/>
    <w:rsid w:val="006620D9"/>
    <w:rsid w:val="00671958"/>
    <w:rsid w:val="00675843"/>
    <w:rsid w:val="00676775"/>
    <w:rsid w:val="0069647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D34"/>
    <w:rsid w:val="007327BD"/>
    <w:rsid w:val="00734608"/>
    <w:rsid w:val="0074038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E1"/>
    <w:rsid w:val="007B026C"/>
    <w:rsid w:val="007C0A17"/>
    <w:rsid w:val="007C3299"/>
    <w:rsid w:val="007C3BCC"/>
    <w:rsid w:val="007C4546"/>
    <w:rsid w:val="007D6E56"/>
    <w:rsid w:val="007E5B0C"/>
    <w:rsid w:val="007E63D5"/>
    <w:rsid w:val="007F4155"/>
    <w:rsid w:val="00804565"/>
    <w:rsid w:val="00811023"/>
    <w:rsid w:val="0081554D"/>
    <w:rsid w:val="0081707E"/>
    <w:rsid w:val="008246E2"/>
    <w:rsid w:val="00827210"/>
    <w:rsid w:val="008279F8"/>
    <w:rsid w:val="008332C3"/>
    <w:rsid w:val="00835A90"/>
    <w:rsid w:val="008449B3"/>
    <w:rsid w:val="008539EE"/>
    <w:rsid w:val="0085747A"/>
    <w:rsid w:val="0087770F"/>
    <w:rsid w:val="00884922"/>
    <w:rsid w:val="00885F64"/>
    <w:rsid w:val="0088785F"/>
    <w:rsid w:val="008917F9"/>
    <w:rsid w:val="008A0A7D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0128F"/>
    <w:rsid w:val="00911803"/>
    <w:rsid w:val="00916188"/>
    <w:rsid w:val="00923D7D"/>
    <w:rsid w:val="00931DFE"/>
    <w:rsid w:val="00947C53"/>
    <w:rsid w:val="009508DF"/>
    <w:rsid w:val="00950DAC"/>
    <w:rsid w:val="00954A07"/>
    <w:rsid w:val="00962EA4"/>
    <w:rsid w:val="00983469"/>
    <w:rsid w:val="0098546D"/>
    <w:rsid w:val="00997F14"/>
    <w:rsid w:val="009A78D9"/>
    <w:rsid w:val="009B7789"/>
    <w:rsid w:val="009C3E31"/>
    <w:rsid w:val="009C54AE"/>
    <w:rsid w:val="009C788E"/>
    <w:rsid w:val="009D301A"/>
    <w:rsid w:val="009E3B41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778D6"/>
    <w:rsid w:val="00A84C85"/>
    <w:rsid w:val="00A87F52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420"/>
    <w:rsid w:val="00AF2C1E"/>
    <w:rsid w:val="00AF4738"/>
    <w:rsid w:val="00B06142"/>
    <w:rsid w:val="00B135B1"/>
    <w:rsid w:val="00B3130B"/>
    <w:rsid w:val="00B40ADB"/>
    <w:rsid w:val="00B43B77"/>
    <w:rsid w:val="00B43E80"/>
    <w:rsid w:val="00B50D95"/>
    <w:rsid w:val="00B607DB"/>
    <w:rsid w:val="00B6230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23C"/>
    <w:rsid w:val="00C131B5"/>
    <w:rsid w:val="00C16ABF"/>
    <w:rsid w:val="00C170AE"/>
    <w:rsid w:val="00C2169A"/>
    <w:rsid w:val="00C26CB7"/>
    <w:rsid w:val="00C324C1"/>
    <w:rsid w:val="00C36992"/>
    <w:rsid w:val="00C56036"/>
    <w:rsid w:val="00C61DC5"/>
    <w:rsid w:val="00C67C36"/>
    <w:rsid w:val="00C67E92"/>
    <w:rsid w:val="00C70A26"/>
    <w:rsid w:val="00C71AF4"/>
    <w:rsid w:val="00C766DF"/>
    <w:rsid w:val="00C94B98"/>
    <w:rsid w:val="00CA2B96"/>
    <w:rsid w:val="00CA5089"/>
    <w:rsid w:val="00CC525D"/>
    <w:rsid w:val="00CC7463"/>
    <w:rsid w:val="00CD6897"/>
    <w:rsid w:val="00CE5BAC"/>
    <w:rsid w:val="00CF25BE"/>
    <w:rsid w:val="00CF4892"/>
    <w:rsid w:val="00CF78ED"/>
    <w:rsid w:val="00D02B25"/>
    <w:rsid w:val="00D02EBA"/>
    <w:rsid w:val="00D04844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661EE"/>
    <w:rsid w:val="00D74119"/>
    <w:rsid w:val="00D8075B"/>
    <w:rsid w:val="00D8678B"/>
    <w:rsid w:val="00DA2114"/>
    <w:rsid w:val="00DE09C0"/>
    <w:rsid w:val="00DE1049"/>
    <w:rsid w:val="00DE4A14"/>
    <w:rsid w:val="00DF320D"/>
    <w:rsid w:val="00DF71C8"/>
    <w:rsid w:val="00E050C2"/>
    <w:rsid w:val="00E129B8"/>
    <w:rsid w:val="00E207A9"/>
    <w:rsid w:val="00E21E7D"/>
    <w:rsid w:val="00E22FBC"/>
    <w:rsid w:val="00E24BF5"/>
    <w:rsid w:val="00E25338"/>
    <w:rsid w:val="00E34A38"/>
    <w:rsid w:val="00E44543"/>
    <w:rsid w:val="00E51E44"/>
    <w:rsid w:val="00E61D36"/>
    <w:rsid w:val="00E63348"/>
    <w:rsid w:val="00E77E88"/>
    <w:rsid w:val="00E8107D"/>
    <w:rsid w:val="00E8351F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43751"/>
    <w:rsid w:val="00F526AF"/>
    <w:rsid w:val="00F617C3"/>
    <w:rsid w:val="00F66647"/>
    <w:rsid w:val="00F7066B"/>
    <w:rsid w:val="00F706E2"/>
    <w:rsid w:val="00F83B28"/>
    <w:rsid w:val="00FA46E5"/>
    <w:rsid w:val="00FB41EB"/>
    <w:rsid w:val="00FB7DBA"/>
    <w:rsid w:val="00FC1C25"/>
    <w:rsid w:val="00FC3F45"/>
    <w:rsid w:val="00FD503F"/>
    <w:rsid w:val="00FD7589"/>
    <w:rsid w:val="00FF016A"/>
    <w:rsid w:val="00FF1401"/>
    <w:rsid w:val="00FF5E7D"/>
    <w:rsid w:val="0E2C3DF9"/>
    <w:rsid w:val="14538F6E"/>
    <w:rsid w:val="1C361C98"/>
    <w:rsid w:val="29B557FB"/>
    <w:rsid w:val="2BF289EE"/>
    <w:rsid w:val="2EDBD3B6"/>
    <w:rsid w:val="3C2AB1E3"/>
    <w:rsid w:val="3F10E3A2"/>
    <w:rsid w:val="3F1C9722"/>
    <w:rsid w:val="410FE1D0"/>
    <w:rsid w:val="4D6FEAD5"/>
    <w:rsid w:val="5D9BD37E"/>
    <w:rsid w:val="62D1BC1A"/>
    <w:rsid w:val="6E409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E601"/>
  <w15:docId w15:val="{F27435F1-5A4E-4179-953E-D9D6EA04E5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EDC0-815F-4C47-84F1-FF0D7C80D84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Barczewska-Dziobek Agata</lastModifiedBy>
  <revision>14</revision>
  <lastPrinted>2019-02-06T12:12:00.0000000Z</lastPrinted>
  <dcterms:created xsi:type="dcterms:W3CDTF">2021-09-23T15:44:00.0000000Z</dcterms:created>
  <dcterms:modified xsi:type="dcterms:W3CDTF">2022-01-21T10:59:06.0373526Z</dcterms:modified>
</coreProperties>
</file>